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1D1C" w14:textId="3D64145F" w:rsidR="00866380" w:rsidRDefault="00866380" w:rsidP="00C36451">
      <w:pPr>
        <w:rPr>
          <w:b/>
          <w:bCs/>
          <w:i/>
          <w:iCs/>
          <w:color w:val="D60C6C"/>
          <w:sz w:val="32"/>
          <w:szCs w:val="32"/>
          <w:lang w:val="de-DE"/>
        </w:rPr>
      </w:pPr>
      <w:proofErr w:type="spellStart"/>
      <w:r w:rsidRPr="009E07CE">
        <w:rPr>
          <w:b/>
          <w:bCs/>
          <w:i/>
          <w:iCs/>
          <w:color w:val="D60C6C"/>
          <w:sz w:val="32"/>
          <w:szCs w:val="32"/>
          <w:lang w:val="de-DE"/>
        </w:rPr>
        <w:t>Caption</w:t>
      </w:r>
      <w:r w:rsidR="00184B64">
        <w:rPr>
          <w:b/>
          <w:bCs/>
          <w:i/>
          <w:iCs/>
          <w:color w:val="D60C6C"/>
          <w:sz w:val="32"/>
          <w:szCs w:val="32"/>
          <w:lang w:val="de-DE"/>
        </w:rPr>
        <w:t>s</w:t>
      </w:r>
      <w:proofErr w:type="spellEnd"/>
      <w:r w:rsidRPr="009E07CE">
        <w:rPr>
          <w:b/>
          <w:bCs/>
          <w:i/>
          <w:iCs/>
          <w:color w:val="D60C6C"/>
          <w:sz w:val="32"/>
          <w:szCs w:val="32"/>
          <w:lang w:val="de-DE"/>
        </w:rPr>
        <w:t xml:space="preserve"> – Variationen </w:t>
      </w:r>
      <w:r w:rsidR="00814FD1">
        <w:rPr>
          <w:b/>
          <w:bCs/>
          <w:i/>
          <w:iCs/>
          <w:color w:val="D60C6C"/>
          <w:sz w:val="32"/>
          <w:szCs w:val="32"/>
          <w:lang w:val="de-DE"/>
        </w:rPr>
        <w:t>zur</w:t>
      </w:r>
      <w:r w:rsidRPr="009E07CE">
        <w:rPr>
          <w:b/>
          <w:bCs/>
          <w:i/>
          <w:iCs/>
          <w:color w:val="D60C6C"/>
          <w:sz w:val="32"/>
          <w:szCs w:val="32"/>
          <w:lang w:val="de-DE"/>
        </w:rPr>
        <w:t xml:space="preserve"> Bewerbung </w:t>
      </w:r>
      <w:r>
        <w:rPr>
          <w:b/>
          <w:bCs/>
          <w:i/>
          <w:iCs/>
          <w:color w:val="D60C6C"/>
          <w:sz w:val="32"/>
          <w:szCs w:val="32"/>
          <w:lang w:val="de-DE"/>
        </w:rPr>
        <w:t xml:space="preserve">   </w:t>
      </w:r>
    </w:p>
    <w:p w14:paraId="663E5F49" w14:textId="303C12E8" w:rsidR="004D16C1" w:rsidRPr="00866380" w:rsidRDefault="004D16C1" w:rsidP="00C36451">
      <w:pPr>
        <w:rPr>
          <w:b/>
          <w:bCs/>
          <w:i/>
          <w:iCs/>
          <w:color w:val="D60C6C"/>
          <w:sz w:val="32"/>
          <w:szCs w:val="32"/>
          <w:lang w:val="de-DE"/>
        </w:rPr>
      </w:pPr>
      <w:r w:rsidRPr="00C36451">
        <w:rPr>
          <w:b/>
          <w:bCs/>
          <w:color w:val="D60C6C"/>
          <w:sz w:val="32"/>
          <w:szCs w:val="32"/>
          <w:lang w:val="de-DE"/>
        </w:rPr>
        <w:t>Welle</w:t>
      </w:r>
      <w:r w:rsidR="00C36451">
        <w:rPr>
          <w:b/>
          <w:bCs/>
          <w:color w:val="D60C6C"/>
          <w:sz w:val="32"/>
          <w:szCs w:val="32"/>
          <w:lang w:val="de-DE"/>
        </w:rPr>
        <w:t xml:space="preserve"> 1</w:t>
      </w:r>
      <w:r w:rsidRPr="00C36451">
        <w:rPr>
          <w:b/>
          <w:bCs/>
          <w:color w:val="D60C6C"/>
          <w:sz w:val="32"/>
          <w:szCs w:val="32"/>
          <w:lang w:val="de-DE"/>
        </w:rPr>
        <w:t xml:space="preserve"> </w:t>
      </w:r>
      <w:r w:rsidR="00C36451">
        <w:rPr>
          <w:b/>
          <w:bCs/>
          <w:color w:val="D60C6C"/>
          <w:sz w:val="32"/>
          <w:szCs w:val="32"/>
          <w:lang w:val="de-DE"/>
        </w:rPr>
        <w:t xml:space="preserve">- </w:t>
      </w:r>
      <w:r w:rsidRPr="00C36451">
        <w:rPr>
          <w:b/>
          <w:bCs/>
          <w:color w:val="D60C6C"/>
          <w:sz w:val="32"/>
          <w:szCs w:val="32"/>
          <w:lang w:val="de-DE"/>
        </w:rPr>
        <w:t xml:space="preserve">Kampagne NRW24 </w:t>
      </w:r>
    </w:p>
    <w:p w14:paraId="78E6D776" w14:textId="77777777" w:rsidR="000832FC" w:rsidRDefault="000832FC" w:rsidP="00C36451">
      <w:pPr>
        <w:rPr>
          <w:b/>
          <w:bCs/>
          <w:color w:val="D60C6C"/>
          <w:sz w:val="32"/>
          <w:szCs w:val="32"/>
          <w:lang w:val="de-DE"/>
        </w:rPr>
      </w:pPr>
    </w:p>
    <w:p w14:paraId="46E4F6D4" w14:textId="5DF74D62" w:rsid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t>Sujet 1 - Die Reformkraft (dunkel)</w:t>
      </w:r>
    </w:p>
    <w:p w14:paraId="645044CE" w14:textId="3DC5F586" w:rsidR="0009519E" w:rsidRP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noProof/>
          <w:color w:val="F20E7B"/>
          <w:sz w:val="28"/>
          <w:szCs w:val="28"/>
          <w:lang w:val="nb-NO"/>
        </w:rPr>
        <w:drawing>
          <wp:inline distT="0" distB="0" distL="0" distR="0" wp14:anchorId="6E68E8EC" wp14:editId="0EE08FDE">
            <wp:extent cx="1930400" cy="1930400"/>
            <wp:effectExtent l="0" t="0" r="0" b="0"/>
            <wp:docPr id="733261192" name="Grafik 4" descr="A person standing in front of a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261192" name="Grafik 4" descr="A person standing in front of a window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D30EA" w14:textId="77777777" w:rsidR="00184B64" w:rsidRPr="009E07CE" w:rsidRDefault="00184B64" w:rsidP="00184B64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58DDEE8B" w14:textId="5EF3D0D9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>Die Frage ist nicht, mit wem wir regieren wollen, sondern: Wer ist bereit, mit NEOS das Land zu reformieren?</w:t>
      </w:r>
    </w:p>
    <w:p w14:paraId="551527EE" w14:textId="646294DB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 xml:space="preserve">NEOS sind die einzige </w:t>
      </w:r>
      <w:proofErr w:type="spellStart"/>
      <w:r w:rsidRPr="004D16C1">
        <w:rPr>
          <w:lang w:val="de-DE"/>
        </w:rPr>
        <w:t>unabhängige</w:t>
      </w:r>
      <w:proofErr w:type="spellEnd"/>
      <w:r w:rsidRPr="004D16C1">
        <w:rPr>
          <w:lang w:val="de-DE"/>
        </w:rPr>
        <w:t xml:space="preserve"> und unverbrauchte Reformkraft. Wir sind bereit und </w:t>
      </w:r>
      <w:proofErr w:type="spellStart"/>
      <w:r w:rsidRPr="004D16C1">
        <w:rPr>
          <w:lang w:val="de-DE"/>
        </w:rPr>
        <w:t>fähig</w:t>
      </w:r>
      <w:proofErr w:type="spellEnd"/>
      <w:r w:rsidRPr="004D16C1">
        <w:rPr>
          <w:lang w:val="de-DE"/>
        </w:rPr>
        <w:t xml:space="preserve">, in den kommenden Jahren </w:t>
      </w: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jene Reformen zu sorgen, die andere P</w:t>
      </w:r>
      <w:r w:rsidR="00C36451">
        <w:rPr>
          <w:lang w:val="de-DE"/>
        </w:rPr>
        <w:t>arlamentsp</w:t>
      </w:r>
      <w:r w:rsidRPr="004D16C1">
        <w:rPr>
          <w:lang w:val="de-DE"/>
        </w:rPr>
        <w:t xml:space="preserve">arteien in </w:t>
      </w:r>
      <w:proofErr w:type="spellStart"/>
      <w:r w:rsidRPr="004D16C1">
        <w:rPr>
          <w:lang w:val="de-DE"/>
        </w:rPr>
        <w:t>früheren</w:t>
      </w:r>
      <w:proofErr w:type="spellEnd"/>
      <w:r w:rsidRPr="004D16C1">
        <w:rPr>
          <w:lang w:val="de-DE"/>
        </w:rPr>
        <w:t xml:space="preserve"> Regierungen nicht anpacken wollten. </w:t>
      </w:r>
    </w:p>
    <w:p w14:paraId="2FBAA4AE" w14:textId="77777777" w:rsidR="000832FC" w:rsidRDefault="0009519E" w:rsidP="00C36451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5D8A1DB7" w14:textId="77777777" w:rsidR="000832FC" w:rsidRDefault="000832FC" w:rsidP="00C36451">
      <w:pPr>
        <w:rPr>
          <w:lang w:val="de-DE"/>
        </w:rPr>
      </w:pPr>
    </w:p>
    <w:p w14:paraId="01E754D3" w14:textId="0A5E64D2" w:rsidR="000832FC" w:rsidRPr="000832FC" w:rsidRDefault="000832FC" w:rsidP="00C36451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color w:val="F20E7B"/>
          <w:sz w:val="28"/>
          <w:szCs w:val="28"/>
          <w:lang w:val="de-DE"/>
        </w:rPr>
        <w:t xml:space="preserve">Sujet 1 – Die Reformkraft (dunkel) </w:t>
      </w:r>
      <w:r w:rsidRPr="000832FC">
        <w:rPr>
          <w:b/>
          <w:bCs/>
          <w:color w:val="F20E7B"/>
          <w:sz w:val="28"/>
          <w:szCs w:val="28"/>
          <w:lang w:val="de-DE"/>
        </w:rPr>
        <w:t>Alternative 1:</w:t>
      </w:r>
    </w:p>
    <w:p w14:paraId="0460C61F" w14:textId="77777777" w:rsidR="000832FC" w:rsidRDefault="000832FC" w:rsidP="000832FC">
      <w:pPr>
        <w:rPr>
          <w:lang w:val="de-DE"/>
        </w:rPr>
      </w:pPr>
      <w:r w:rsidRPr="004D16C1">
        <w:rPr>
          <w:lang w:val="de-DE"/>
        </w:rPr>
        <w:t>Die Frage ist nicht, mit wem wir regieren wollen, sondern: Wer ist bereit, mit NEOS das Land zu reformieren?</w:t>
      </w:r>
    </w:p>
    <w:p w14:paraId="2A6E6273" w14:textId="4A58D2A6" w:rsidR="000832FC" w:rsidRDefault="000832FC" w:rsidP="00184B64">
      <w:pPr>
        <w:rPr>
          <w:lang w:val="de-DE"/>
        </w:rPr>
      </w:pPr>
      <w:r>
        <w:rPr>
          <w:lang w:val="de-DE"/>
        </w:rPr>
        <w:t>#bereit24 #reformkraft</w:t>
      </w:r>
    </w:p>
    <w:p w14:paraId="46CBFD6F" w14:textId="1383D416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  <w:r w:rsidRPr="000832FC">
        <w:rPr>
          <w:b/>
          <w:bCs/>
          <w:color w:val="F20E7B"/>
          <w:sz w:val="28"/>
          <w:szCs w:val="28"/>
          <w:lang w:val="de-DE"/>
        </w:rPr>
        <w:t xml:space="preserve">Sujet 1 – Die Reformkraft (dunkel) Alternative 2: </w:t>
      </w:r>
    </w:p>
    <w:p w14:paraId="19E4AD96" w14:textId="77777777" w:rsidR="000832FC" w:rsidRDefault="000832FC" w:rsidP="000832FC">
      <w:pPr>
        <w:rPr>
          <w:lang w:val="de-DE"/>
        </w:rPr>
      </w:pPr>
      <w:r w:rsidRPr="004D16C1">
        <w:rPr>
          <w:lang w:val="de-DE"/>
        </w:rPr>
        <w:t xml:space="preserve">NEOS sind die einzige </w:t>
      </w:r>
      <w:proofErr w:type="spellStart"/>
      <w:r w:rsidRPr="004D16C1">
        <w:rPr>
          <w:lang w:val="de-DE"/>
        </w:rPr>
        <w:t>unabhängige</w:t>
      </w:r>
      <w:proofErr w:type="spellEnd"/>
      <w:r w:rsidRPr="004D16C1">
        <w:rPr>
          <w:lang w:val="de-DE"/>
        </w:rPr>
        <w:t xml:space="preserve"> und unverbrauchte Reformkraft. Wir sind bereit und </w:t>
      </w:r>
      <w:proofErr w:type="spellStart"/>
      <w:r w:rsidRPr="004D16C1">
        <w:rPr>
          <w:lang w:val="de-DE"/>
        </w:rPr>
        <w:t>fähig</w:t>
      </w:r>
      <w:proofErr w:type="spellEnd"/>
      <w:r w:rsidRPr="004D16C1">
        <w:rPr>
          <w:lang w:val="de-DE"/>
        </w:rPr>
        <w:t xml:space="preserve">, in den kommenden Jahren </w:t>
      </w: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jene Reformen zu sorgen, die andere P</w:t>
      </w:r>
      <w:r>
        <w:rPr>
          <w:lang w:val="de-DE"/>
        </w:rPr>
        <w:t>arlamentsp</w:t>
      </w:r>
      <w:r w:rsidRPr="004D16C1">
        <w:rPr>
          <w:lang w:val="de-DE"/>
        </w:rPr>
        <w:t xml:space="preserve">arteien in </w:t>
      </w:r>
      <w:proofErr w:type="spellStart"/>
      <w:r w:rsidRPr="004D16C1">
        <w:rPr>
          <w:lang w:val="de-DE"/>
        </w:rPr>
        <w:t>früheren</w:t>
      </w:r>
      <w:proofErr w:type="spellEnd"/>
      <w:r w:rsidRPr="004D16C1">
        <w:rPr>
          <w:lang w:val="de-DE"/>
        </w:rPr>
        <w:t xml:space="preserve"> Regierungen nicht anpacken wollten. </w:t>
      </w:r>
    </w:p>
    <w:p w14:paraId="0575316D" w14:textId="67C39BD5" w:rsidR="0009519E" w:rsidRPr="00C36451" w:rsidRDefault="000832FC" w:rsidP="00C36451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  <w:r w:rsidR="00C36451">
        <w:rPr>
          <w:lang w:val="de-DE"/>
        </w:rPr>
        <w:br/>
      </w:r>
    </w:p>
    <w:p w14:paraId="5C038B72" w14:textId="1EB79FAB" w:rsid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lastRenderedPageBreak/>
        <w:t>Sujet 2 - Die Reformkraft (hell)</w:t>
      </w:r>
    </w:p>
    <w:p w14:paraId="201154DD" w14:textId="31537553" w:rsid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>
        <w:rPr>
          <w:noProof/>
          <w:lang w:val="de-DE"/>
        </w:rPr>
        <w:drawing>
          <wp:inline distT="0" distB="0" distL="0" distR="0" wp14:anchorId="69C8C8AB" wp14:editId="57FBFBD5">
            <wp:extent cx="1917700" cy="1917700"/>
            <wp:effectExtent l="0" t="0" r="0" b="0"/>
            <wp:docPr id="275750234" name="Grafik 3" descr="A person sitting at a des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750234" name="Grafik 3" descr="A person sitting at a des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E7E39" w14:textId="77777777" w:rsidR="00184B64" w:rsidRPr="009E07CE" w:rsidRDefault="00184B64" w:rsidP="00184B64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0F0980FD" w14:textId="01B161D5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 xml:space="preserve">Deutlich mehr Netto vom Brutto, eine Bildungspolitik, die allen Kindern die </w:t>
      </w:r>
      <w:proofErr w:type="spellStart"/>
      <w:r w:rsidRPr="004D16C1">
        <w:rPr>
          <w:lang w:val="de-DE"/>
        </w:rPr>
        <w:t>Flügel</w:t>
      </w:r>
      <w:proofErr w:type="spellEnd"/>
      <w:r w:rsidRPr="004D16C1">
        <w:rPr>
          <w:lang w:val="de-DE"/>
        </w:rPr>
        <w:t xml:space="preserve"> hebt und eine Sanierung des Budgets ohne </w:t>
      </w:r>
      <w:proofErr w:type="spellStart"/>
      <w:r w:rsidRPr="004D16C1">
        <w:rPr>
          <w:lang w:val="de-DE"/>
        </w:rPr>
        <w:t>zusätzliche</w:t>
      </w:r>
      <w:proofErr w:type="spellEnd"/>
      <w:r w:rsidRPr="004D16C1">
        <w:rPr>
          <w:lang w:val="de-DE"/>
        </w:rPr>
        <w:t xml:space="preserve"> Steuern oder Schulden auf Kosten der </w:t>
      </w:r>
      <w:proofErr w:type="spellStart"/>
      <w:r w:rsidRPr="004D16C1">
        <w:rPr>
          <w:lang w:val="de-DE"/>
        </w:rPr>
        <w:t>nächsten</w:t>
      </w:r>
      <w:proofErr w:type="spellEnd"/>
      <w:r w:rsidRPr="004D16C1">
        <w:rPr>
          <w:lang w:val="de-DE"/>
        </w:rPr>
        <w:t xml:space="preserve"> Generation. </w:t>
      </w:r>
    </w:p>
    <w:p w14:paraId="7AA624F3" w14:textId="77777777" w:rsidR="0009519E" w:rsidRPr="004D16C1" w:rsidRDefault="0009519E" w:rsidP="0009519E">
      <w:pPr>
        <w:rPr>
          <w:lang w:val="de-DE"/>
        </w:rPr>
      </w:pPr>
      <w:r w:rsidRPr="004D16C1">
        <w:rPr>
          <w:lang w:val="de-DE"/>
        </w:rPr>
        <w:t xml:space="preserve">Unsere Reformen kommen im Leben der Menschen an und bringen wieder Optimismus in den Alltag der Menschen. </w:t>
      </w:r>
    </w:p>
    <w:p w14:paraId="636D5849" w14:textId="0AB4BF1D" w:rsidR="004D16C1" w:rsidRDefault="0009519E" w:rsidP="0009519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4A55A63F" w14:textId="77777777" w:rsidR="009A77D3" w:rsidRDefault="009A77D3" w:rsidP="0009519E">
      <w:pPr>
        <w:rPr>
          <w:lang w:val="de-DE"/>
        </w:rPr>
      </w:pPr>
    </w:p>
    <w:p w14:paraId="045245C6" w14:textId="292AFD7F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t>Sujet 2 - Die Reformkraft (hell)</w:t>
      </w:r>
      <w:r>
        <w:rPr>
          <w:b/>
          <w:bCs/>
          <w:color w:val="F20E7B"/>
          <w:sz w:val="28"/>
          <w:szCs w:val="28"/>
          <w:lang w:val="de-DE"/>
        </w:rPr>
        <w:t xml:space="preserve"> Alternative 1:</w:t>
      </w:r>
    </w:p>
    <w:p w14:paraId="7201A20A" w14:textId="77777777" w:rsidR="000832FC" w:rsidRDefault="000832FC" w:rsidP="000832FC">
      <w:pPr>
        <w:rPr>
          <w:lang w:val="de-DE"/>
        </w:rPr>
      </w:pPr>
      <w:r w:rsidRPr="004D16C1">
        <w:rPr>
          <w:lang w:val="de-DE"/>
        </w:rPr>
        <w:t xml:space="preserve">Deutlich mehr Netto vom Brutto, eine Bildungspolitik, die allen Kindern die </w:t>
      </w:r>
      <w:proofErr w:type="spellStart"/>
      <w:r w:rsidRPr="004D16C1">
        <w:rPr>
          <w:lang w:val="de-DE"/>
        </w:rPr>
        <w:t>Flügel</w:t>
      </w:r>
      <w:proofErr w:type="spellEnd"/>
      <w:r w:rsidRPr="004D16C1">
        <w:rPr>
          <w:lang w:val="de-DE"/>
        </w:rPr>
        <w:t xml:space="preserve"> hebt und eine Sanierung des Budgets ohne </w:t>
      </w:r>
      <w:proofErr w:type="spellStart"/>
      <w:r w:rsidRPr="004D16C1">
        <w:rPr>
          <w:lang w:val="de-DE"/>
        </w:rPr>
        <w:t>zusätzliche</w:t>
      </w:r>
      <w:proofErr w:type="spellEnd"/>
      <w:r w:rsidRPr="004D16C1">
        <w:rPr>
          <w:lang w:val="de-DE"/>
        </w:rPr>
        <w:t xml:space="preserve"> Steuern oder Schulden auf Kosten der </w:t>
      </w:r>
      <w:proofErr w:type="spellStart"/>
      <w:r w:rsidRPr="004D16C1">
        <w:rPr>
          <w:lang w:val="de-DE"/>
        </w:rPr>
        <w:t>nächsten</w:t>
      </w:r>
      <w:proofErr w:type="spellEnd"/>
      <w:r w:rsidRPr="004D16C1">
        <w:rPr>
          <w:lang w:val="de-DE"/>
        </w:rPr>
        <w:t xml:space="preserve"> Generation. </w:t>
      </w:r>
    </w:p>
    <w:p w14:paraId="1B39899F" w14:textId="7A93B723" w:rsidR="000832FC" w:rsidRDefault="000832FC" w:rsidP="000832FC">
      <w:pPr>
        <w:rPr>
          <w:lang w:val="de-DE"/>
        </w:rPr>
      </w:pPr>
      <w:r>
        <w:rPr>
          <w:lang w:val="de-DE"/>
        </w:rPr>
        <w:t>#bereit24 #Reformkraft</w:t>
      </w:r>
    </w:p>
    <w:p w14:paraId="32447D59" w14:textId="77777777" w:rsidR="000832FC" w:rsidRPr="004D16C1" w:rsidRDefault="000832FC" w:rsidP="000832FC">
      <w:pPr>
        <w:rPr>
          <w:lang w:val="de-DE"/>
        </w:rPr>
      </w:pPr>
    </w:p>
    <w:p w14:paraId="34FDFCA6" w14:textId="228C55BC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t>Sujet 2 - Die Reformkraft (hell)</w:t>
      </w:r>
      <w:r>
        <w:rPr>
          <w:b/>
          <w:bCs/>
          <w:color w:val="F20E7B"/>
          <w:sz w:val="28"/>
          <w:szCs w:val="28"/>
          <w:lang w:val="de-DE"/>
        </w:rPr>
        <w:t xml:space="preserve"> Alternative 2:</w:t>
      </w:r>
    </w:p>
    <w:p w14:paraId="1A251C28" w14:textId="77777777" w:rsidR="000832FC" w:rsidRPr="004D16C1" w:rsidRDefault="000832FC" w:rsidP="000832FC">
      <w:pPr>
        <w:rPr>
          <w:lang w:val="de-DE"/>
        </w:rPr>
      </w:pPr>
      <w:r w:rsidRPr="004D16C1">
        <w:rPr>
          <w:lang w:val="de-DE"/>
        </w:rPr>
        <w:t xml:space="preserve">Unsere Reformen kommen im Leben der Menschen an und bringen wieder Optimismus in den Alltag der Menschen. </w:t>
      </w:r>
    </w:p>
    <w:p w14:paraId="11C80085" w14:textId="40C89EDF" w:rsidR="000832FC" w:rsidRDefault="000832FC" w:rsidP="0009519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6EFFE468" w14:textId="77F9CD9B" w:rsidR="004D16C1" w:rsidRP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color w:val="F20E7B"/>
          <w:sz w:val="28"/>
          <w:szCs w:val="28"/>
          <w:lang w:val="de-DE"/>
        </w:rPr>
        <w:t xml:space="preserve">Sujet 3 – </w:t>
      </w:r>
      <w:r w:rsidR="004D16C1" w:rsidRPr="0009519E">
        <w:rPr>
          <w:b/>
          <w:bCs/>
          <w:color w:val="F20E7B"/>
          <w:sz w:val="28"/>
          <w:szCs w:val="28"/>
          <w:lang w:val="de-DE"/>
        </w:rPr>
        <w:t>Bereit für Reformen</w:t>
      </w:r>
    </w:p>
    <w:p w14:paraId="4EF22F11" w14:textId="77777777" w:rsidR="0009519E" w:rsidRDefault="0009519E" w:rsidP="004D16C1">
      <w:pPr>
        <w:rPr>
          <w:lang w:val="de-DE"/>
        </w:rPr>
      </w:pPr>
      <w:r>
        <w:rPr>
          <w:noProof/>
          <w:lang w:val="de-DE"/>
        </w:rPr>
        <w:lastRenderedPageBreak/>
        <w:drawing>
          <wp:inline distT="0" distB="0" distL="0" distR="0" wp14:anchorId="108E072F" wp14:editId="0C7BBBE4">
            <wp:extent cx="1841500" cy="1841500"/>
            <wp:effectExtent l="0" t="0" r="0" b="0"/>
            <wp:docPr id="636693071" name="Grafik 2" descr="A person walking in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693071" name="Grafik 2" descr="A person walking in a building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519E">
        <w:rPr>
          <w:lang w:val="de-DE"/>
        </w:rPr>
        <w:t xml:space="preserve"> </w:t>
      </w:r>
    </w:p>
    <w:p w14:paraId="1144AFE8" w14:textId="448B9EEE" w:rsidR="0009519E" w:rsidRPr="009E07CE" w:rsidRDefault="0009519E" w:rsidP="004D16C1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69EA6F14" w14:textId="24A57031" w:rsidR="004D16C1" w:rsidRPr="004D16C1" w:rsidRDefault="0009519E" w:rsidP="0009519E">
      <w:pPr>
        <w:rPr>
          <w:lang w:val="de-DE"/>
        </w:rPr>
      </w:pPr>
      <w:proofErr w:type="spellStart"/>
      <w:r w:rsidRPr="004D16C1">
        <w:rPr>
          <w:lang w:val="de-DE"/>
        </w:rPr>
        <w:t>F</w:t>
      </w:r>
      <w:r w:rsidR="004D16C1" w:rsidRPr="004D16C1">
        <w:rPr>
          <w:lang w:val="de-DE"/>
        </w:rPr>
        <w:t>ür</w:t>
      </w:r>
      <w:proofErr w:type="spellEnd"/>
      <w:r w:rsidR="004D16C1" w:rsidRPr="004D16C1">
        <w:rPr>
          <w:lang w:val="de-DE"/>
        </w:rPr>
        <w:t xml:space="preserve"> ein </w:t>
      </w:r>
      <w:proofErr w:type="spellStart"/>
      <w:r w:rsidR="004D16C1" w:rsidRPr="004D16C1">
        <w:rPr>
          <w:lang w:val="de-DE"/>
        </w:rPr>
        <w:t>Österreich</w:t>
      </w:r>
      <w:proofErr w:type="spellEnd"/>
      <w:r w:rsidR="004D16C1" w:rsidRPr="004D16C1">
        <w:rPr>
          <w:lang w:val="de-DE"/>
        </w:rPr>
        <w:t xml:space="preserve">, in dem alle Menschen wieder an die Zukunft glauben. Ein </w:t>
      </w:r>
      <w:proofErr w:type="spellStart"/>
      <w:r w:rsidR="004D16C1" w:rsidRPr="004D16C1">
        <w:rPr>
          <w:lang w:val="de-DE"/>
        </w:rPr>
        <w:t>Österreich</w:t>
      </w:r>
      <w:proofErr w:type="spellEnd"/>
      <w:r w:rsidR="004D16C1" w:rsidRPr="004D16C1">
        <w:rPr>
          <w:lang w:val="de-DE"/>
        </w:rPr>
        <w:t xml:space="preserve">, das mit Reformkraft eine Lebensgrundlage schafft, in der Wohlstand, Freiheit und sozialer Zusammenhalt wieder </w:t>
      </w:r>
      <w:proofErr w:type="spellStart"/>
      <w:r w:rsidR="004D16C1" w:rsidRPr="004D16C1">
        <w:rPr>
          <w:lang w:val="de-DE"/>
        </w:rPr>
        <w:t>aufblühen</w:t>
      </w:r>
      <w:proofErr w:type="spellEnd"/>
      <w:r w:rsidR="004D16C1" w:rsidRPr="004D16C1">
        <w:rPr>
          <w:lang w:val="de-DE"/>
        </w:rPr>
        <w:t xml:space="preserve">. Um das zu verwirklichen, kann es nicht einfach weitergehen wie bisher. </w:t>
      </w:r>
    </w:p>
    <w:p w14:paraId="61B4317F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Gemeinsam schaffen wir ein Neues Österreich. </w:t>
      </w:r>
    </w:p>
    <w:p w14:paraId="501EA6EC" w14:textId="5EC4445B" w:rsidR="004D16C1" w:rsidRDefault="004D16C1" w:rsidP="0009519E">
      <w:pPr>
        <w:rPr>
          <w:lang w:val="de-DE"/>
        </w:rPr>
      </w:pPr>
      <w:r w:rsidRPr="004D16C1">
        <w:rPr>
          <w:lang w:val="de-DE"/>
        </w:rPr>
        <w:t>#bereit24 #</w:t>
      </w:r>
      <w:r w:rsidR="0009519E">
        <w:rPr>
          <w:lang w:val="de-DE"/>
        </w:rPr>
        <w:t>R</w:t>
      </w:r>
      <w:r w:rsidRPr="004D16C1">
        <w:rPr>
          <w:lang w:val="de-DE"/>
        </w:rPr>
        <w:t>eformkraft</w:t>
      </w:r>
    </w:p>
    <w:p w14:paraId="227E3EEA" w14:textId="77777777" w:rsidR="000832FC" w:rsidRDefault="000832FC" w:rsidP="0009519E">
      <w:pPr>
        <w:rPr>
          <w:lang w:val="de-DE"/>
        </w:rPr>
      </w:pPr>
    </w:p>
    <w:p w14:paraId="2BF5259B" w14:textId="1842D6A8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color w:val="F20E7B"/>
          <w:sz w:val="28"/>
          <w:szCs w:val="28"/>
          <w:lang w:val="de-DE"/>
        </w:rPr>
        <w:t xml:space="preserve">Sujet 3 – </w:t>
      </w:r>
      <w:r w:rsidRPr="0009519E">
        <w:rPr>
          <w:b/>
          <w:bCs/>
          <w:color w:val="F20E7B"/>
          <w:sz w:val="28"/>
          <w:szCs w:val="28"/>
          <w:lang w:val="de-DE"/>
        </w:rPr>
        <w:t>Bereit für Reformen</w:t>
      </w:r>
      <w:r>
        <w:rPr>
          <w:b/>
          <w:bCs/>
          <w:color w:val="F20E7B"/>
          <w:sz w:val="28"/>
          <w:szCs w:val="28"/>
          <w:lang w:val="de-DE"/>
        </w:rPr>
        <w:t xml:space="preserve"> Alternative 1: </w:t>
      </w:r>
    </w:p>
    <w:p w14:paraId="2533378E" w14:textId="14659CD8" w:rsidR="000832FC" w:rsidRDefault="000832FC" w:rsidP="000832FC">
      <w:pPr>
        <w:rPr>
          <w:lang w:val="de-DE"/>
        </w:rPr>
      </w:pP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ein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, in dem alle Menschen wieder an die Zukunft glauben. Ein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, das mit Reformkraft eine Lebensgrundlage schafft, in der Wohlstand, Freiheit und sozialer Zusammenhalt wieder </w:t>
      </w:r>
      <w:proofErr w:type="spellStart"/>
      <w:r w:rsidRPr="004D16C1">
        <w:rPr>
          <w:lang w:val="de-DE"/>
        </w:rPr>
        <w:t>aufblühen</w:t>
      </w:r>
      <w:proofErr w:type="spellEnd"/>
      <w:r w:rsidRPr="004D16C1">
        <w:rPr>
          <w:lang w:val="de-DE"/>
        </w:rPr>
        <w:t>. Um das zu verwirklichen, kann es nicht einfach weitergehen wie bisher.</w:t>
      </w:r>
    </w:p>
    <w:p w14:paraId="55B7FAD6" w14:textId="49DB0F9C" w:rsidR="000832FC" w:rsidRDefault="000832FC" w:rsidP="000832FC">
      <w:pPr>
        <w:rPr>
          <w:lang w:val="de-DE"/>
        </w:rPr>
      </w:pPr>
      <w:r>
        <w:rPr>
          <w:lang w:val="de-DE"/>
        </w:rPr>
        <w:t>#bereit24 #Reformkraft</w:t>
      </w:r>
    </w:p>
    <w:p w14:paraId="415494D4" w14:textId="77777777" w:rsidR="000832FC" w:rsidRDefault="000832FC" w:rsidP="000832FC">
      <w:pPr>
        <w:rPr>
          <w:lang w:val="de-DE"/>
        </w:rPr>
      </w:pPr>
    </w:p>
    <w:p w14:paraId="26B9EDAD" w14:textId="330374C2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  <w:r>
        <w:rPr>
          <w:b/>
          <w:bCs/>
          <w:color w:val="F20E7B"/>
          <w:sz w:val="28"/>
          <w:szCs w:val="28"/>
          <w:lang w:val="de-DE"/>
        </w:rPr>
        <w:t xml:space="preserve">Sujet 3 – </w:t>
      </w:r>
      <w:r w:rsidRPr="0009519E">
        <w:rPr>
          <w:b/>
          <w:bCs/>
          <w:color w:val="F20E7B"/>
          <w:sz w:val="28"/>
          <w:szCs w:val="28"/>
          <w:lang w:val="de-DE"/>
        </w:rPr>
        <w:t>Bereit für Reformen</w:t>
      </w:r>
      <w:r>
        <w:rPr>
          <w:b/>
          <w:bCs/>
          <w:color w:val="F20E7B"/>
          <w:sz w:val="28"/>
          <w:szCs w:val="28"/>
          <w:lang w:val="de-DE"/>
        </w:rPr>
        <w:t xml:space="preserve"> Alternative 2: </w:t>
      </w:r>
    </w:p>
    <w:p w14:paraId="24C5B664" w14:textId="77777777" w:rsidR="000832FC" w:rsidRPr="004D16C1" w:rsidRDefault="000832FC" w:rsidP="000832FC">
      <w:pPr>
        <w:rPr>
          <w:lang w:val="de-DE"/>
        </w:rPr>
      </w:pPr>
      <w:r w:rsidRPr="004D16C1">
        <w:rPr>
          <w:lang w:val="de-DE"/>
        </w:rPr>
        <w:t xml:space="preserve">Gemeinsam schaffen wir ein Neues Österreich. </w:t>
      </w:r>
    </w:p>
    <w:p w14:paraId="4FF2E1CF" w14:textId="77777777" w:rsidR="000832FC" w:rsidRDefault="000832FC" w:rsidP="000832FC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5482B577" w14:textId="77777777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</w:p>
    <w:p w14:paraId="6961A958" w14:textId="77777777" w:rsidR="000832FC" w:rsidRDefault="000832FC" w:rsidP="000832FC">
      <w:pPr>
        <w:rPr>
          <w:b/>
          <w:bCs/>
          <w:color w:val="F20E7B"/>
          <w:sz w:val="28"/>
          <w:szCs w:val="28"/>
          <w:lang w:val="de-DE"/>
        </w:rPr>
      </w:pPr>
    </w:p>
    <w:p w14:paraId="3F728089" w14:textId="77777777" w:rsidR="000832FC" w:rsidRDefault="000832FC" w:rsidP="000832FC">
      <w:pPr>
        <w:rPr>
          <w:lang w:val="de-DE"/>
        </w:rPr>
      </w:pPr>
    </w:p>
    <w:p w14:paraId="58467C0B" w14:textId="77777777" w:rsidR="00184B64" w:rsidRDefault="00184B64" w:rsidP="000832FC">
      <w:pPr>
        <w:rPr>
          <w:lang w:val="de-DE"/>
        </w:rPr>
      </w:pPr>
    </w:p>
    <w:p w14:paraId="1C45C9AC" w14:textId="270CA09F" w:rsidR="0009519E" w:rsidRPr="0009519E" w:rsidRDefault="0009519E" w:rsidP="0009519E">
      <w:pPr>
        <w:rPr>
          <w:lang w:val="de-DE"/>
        </w:rPr>
      </w:pPr>
    </w:p>
    <w:p w14:paraId="42F679BC" w14:textId="1FA80A43" w:rsidR="004D16C1" w:rsidRDefault="0009519E" w:rsidP="0009519E">
      <w:pPr>
        <w:rPr>
          <w:b/>
          <w:bCs/>
          <w:color w:val="F20E7B"/>
          <w:sz w:val="28"/>
          <w:szCs w:val="28"/>
          <w:lang w:val="nb-NO"/>
        </w:rPr>
      </w:pPr>
      <w:proofErr w:type="spellStart"/>
      <w:r>
        <w:rPr>
          <w:b/>
          <w:bCs/>
          <w:color w:val="F20E7B"/>
          <w:sz w:val="28"/>
          <w:szCs w:val="28"/>
          <w:lang w:val="nb-NO"/>
        </w:rPr>
        <w:lastRenderedPageBreak/>
        <w:t>Sujet</w:t>
      </w:r>
      <w:proofErr w:type="spellEnd"/>
      <w:r>
        <w:rPr>
          <w:b/>
          <w:bCs/>
          <w:color w:val="F20E7B"/>
          <w:sz w:val="28"/>
          <w:szCs w:val="28"/>
          <w:lang w:val="nb-NO"/>
        </w:rPr>
        <w:t xml:space="preserve"> 4 – </w:t>
      </w:r>
      <w:r w:rsidR="004D16C1" w:rsidRPr="0009519E">
        <w:rPr>
          <w:b/>
          <w:bCs/>
          <w:color w:val="F20E7B"/>
          <w:sz w:val="28"/>
          <w:szCs w:val="28"/>
          <w:lang w:val="nb-NO"/>
        </w:rPr>
        <w:t xml:space="preserve">20.000 </w:t>
      </w:r>
      <w:proofErr w:type="spellStart"/>
      <w:r w:rsidR="004D16C1" w:rsidRPr="0009519E">
        <w:rPr>
          <w:b/>
          <w:bCs/>
          <w:color w:val="F20E7B"/>
          <w:sz w:val="28"/>
          <w:szCs w:val="28"/>
          <w:lang w:val="nb-NO"/>
        </w:rPr>
        <w:t>Lehrkräfte</w:t>
      </w:r>
      <w:proofErr w:type="spellEnd"/>
      <w:r w:rsidR="004D16C1" w:rsidRPr="0009519E">
        <w:rPr>
          <w:b/>
          <w:bCs/>
          <w:color w:val="F20E7B"/>
          <w:sz w:val="28"/>
          <w:szCs w:val="28"/>
          <w:lang w:val="nb-NO"/>
        </w:rPr>
        <w:t xml:space="preserve"> </w:t>
      </w:r>
    </w:p>
    <w:p w14:paraId="67022FED" w14:textId="6037C107" w:rsidR="0009519E" w:rsidRPr="0009519E" w:rsidRDefault="0009519E" w:rsidP="0009519E">
      <w:pPr>
        <w:rPr>
          <w:b/>
          <w:bCs/>
          <w:color w:val="F20E7B"/>
          <w:sz w:val="28"/>
          <w:szCs w:val="28"/>
          <w:lang w:val="nb-NO"/>
        </w:rPr>
      </w:pPr>
      <w:r>
        <w:rPr>
          <w:noProof/>
          <w:lang w:val="de-DE"/>
        </w:rPr>
        <w:drawing>
          <wp:inline distT="0" distB="0" distL="0" distR="0" wp14:anchorId="55F50302" wp14:editId="338138EC">
            <wp:extent cx="1765300" cy="1765300"/>
            <wp:effectExtent l="0" t="0" r="0" b="0"/>
            <wp:docPr id="1495579244" name="Grafik 5" descr="Ein Bild, das Menschliches Gesicht, Kleidung, Text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579244" name="Grafik 5" descr="Ein Bild, das Menschliches Gesicht, Kleidung, Text, Frau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A6389" w14:textId="77777777" w:rsidR="00184B64" w:rsidRPr="009E07CE" w:rsidRDefault="00184B64" w:rsidP="00184B64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04A8FE83" w14:textId="18964E5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NEOS machen </w:t>
      </w:r>
      <w:proofErr w:type="spellStart"/>
      <w:r w:rsidRPr="004D16C1">
        <w:rPr>
          <w:lang w:val="de-DE"/>
        </w:rPr>
        <w:t>Kindergärten</w:t>
      </w:r>
      <w:proofErr w:type="spellEnd"/>
      <w:r w:rsidRPr="004D16C1">
        <w:rPr>
          <w:lang w:val="de-DE"/>
        </w:rPr>
        <w:t xml:space="preserve"> und Schulen wieder zu Orten, an denen man gerne lernt und arbeitet – und die unsere Kinder gut auf das Leben in unserer liberalen, demokratischen Gemeinschaft vorbereiten. </w:t>
      </w:r>
    </w:p>
    <w:p w14:paraId="62389991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Jedem Kind die besten Chancen geben. Mit NEOS mehr Unterstützungspersonal und weniger Bürokratie, damit mehr Zeit für die Kinder bleibt. </w:t>
      </w:r>
    </w:p>
    <w:p w14:paraId="16DDEE14" w14:textId="0D93B68A" w:rsidR="009E07CE" w:rsidRDefault="004D16C1" w:rsidP="004D16C1">
      <w:pPr>
        <w:rPr>
          <w:lang w:val="de-DE"/>
        </w:rPr>
      </w:pPr>
      <w:r w:rsidRPr="004D16C1">
        <w:rPr>
          <w:lang w:val="de-DE"/>
        </w:rPr>
        <w:t>#bereit24 #</w:t>
      </w:r>
      <w:r w:rsidR="0009519E">
        <w:rPr>
          <w:lang w:val="de-DE"/>
        </w:rPr>
        <w:t>R</w:t>
      </w:r>
      <w:r w:rsidRPr="004D16C1">
        <w:rPr>
          <w:lang w:val="de-DE"/>
        </w:rPr>
        <w:t>eformkraft</w:t>
      </w:r>
    </w:p>
    <w:p w14:paraId="6DDC747E" w14:textId="77777777" w:rsidR="009E07CE" w:rsidRDefault="009E07CE" w:rsidP="004D16C1">
      <w:pPr>
        <w:rPr>
          <w:lang w:val="de-DE"/>
        </w:rPr>
      </w:pPr>
    </w:p>
    <w:p w14:paraId="12818338" w14:textId="3643DDC9" w:rsidR="009E07CE" w:rsidRPr="009A77D3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9A77D3">
        <w:rPr>
          <w:b/>
          <w:bCs/>
          <w:color w:val="F20E7B"/>
          <w:sz w:val="28"/>
          <w:szCs w:val="28"/>
          <w:lang w:val="de-DE"/>
        </w:rPr>
        <w:t>Sujet 4 – 20.000 Lehrkräfte Alternative 1:</w:t>
      </w:r>
    </w:p>
    <w:p w14:paraId="1D3A0A38" w14:textId="77777777" w:rsidR="009E07CE" w:rsidRDefault="009E07CE" w:rsidP="009E07CE">
      <w:pPr>
        <w:rPr>
          <w:lang w:val="de-DE"/>
        </w:rPr>
      </w:pPr>
      <w:r w:rsidRPr="004D16C1">
        <w:rPr>
          <w:lang w:val="de-DE"/>
        </w:rPr>
        <w:t xml:space="preserve">NEOS machen </w:t>
      </w:r>
      <w:proofErr w:type="spellStart"/>
      <w:r w:rsidRPr="004D16C1">
        <w:rPr>
          <w:lang w:val="de-DE"/>
        </w:rPr>
        <w:t>Kindergärten</w:t>
      </w:r>
      <w:proofErr w:type="spellEnd"/>
      <w:r w:rsidRPr="004D16C1">
        <w:rPr>
          <w:lang w:val="de-DE"/>
        </w:rPr>
        <w:t xml:space="preserve"> und Schulen wieder zu Orten, an denen man gerne lernt und arbeitet – und die unsere Kinder gut auf das Leben in unserer liberalen, demokratischen Gemeinschaft vorbereiten. </w:t>
      </w:r>
    </w:p>
    <w:p w14:paraId="27928E39" w14:textId="542B2F9A" w:rsidR="009E07CE" w:rsidRDefault="009E07CE" w:rsidP="009E07CE">
      <w:pPr>
        <w:rPr>
          <w:lang w:val="de-DE"/>
        </w:rPr>
      </w:pPr>
      <w:r>
        <w:rPr>
          <w:lang w:val="de-DE"/>
        </w:rPr>
        <w:t>#bereit24 #Reformkraft</w:t>
      </w:r>
    </w:p>
    <w:p w14:paraId="55F82591" w14:textId="77777777" w:rsidR="009E07CE" w:rsidRDefault="009E07CE" w:rsidP="009E07CE">
      <w:pPr>
        <w:rPr>
          <w:lang w:val="de-DE"/>
        </w:rPr>
      </w:pPr>
    </w:p>
    <w:p w14:paraId="3C66F0A8" w14:textId="64A02815" w:rsidR="009E07CE" w:rsidRPr="009A77D3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9A77D3">
        <w:rPr>
          <w:b/>
          <w:bCs/>
          <w:color w:val="F20E7B"/>
          <w:sz w:val="28"/>
          <w:szCs w:val="28"/>
          <w:lang w:val="de-DE"/>
        </w:rPr>
        <w:t>Sujet 4 – 20.000 Lehrkräfte Alternative 2:</w:t>
      </w:r>
    </w:p>
    <w:p w14:paraId="085E99D7" w14:textId="77777777" w:rsidR="009E07CE" w:rsidRPr="004D16C1" w:rsidRDefault="009E07CE" w:rsidP="009E07CE">
      <w:pPr>
        <w:rPr>
          <w:lang w:val="de-DE"/>
        </w:rPr>
      </w:pPr>
      <w:r w:rsidRPr="004D16C1">
        <w:rPr>
          <w:lang w:val="de-DE"/>
        </w:rPr>
        <w:t xml:space="preserve">Jedem Kind die besten Chancen geben. Mit NEOS mehr Unterstützungspersonal und weniger Bürokratie, damit mehr Zeit für die Kinder bleibt. </w:t>
      </w:r>
    </w:p>
    <w:p w14:paraId="3040853A" w14:textId="77777777" w:rsidR="009E07CE" w:rsidRDefault="009E07CE" w:rsidP="009E07C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1B1ED1AD" w14:textId="77777777" w:rsidR="009E07CE" w:rsidRPr="009A77D3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</w:p>
    <w:p w14:paraId="3D25DB0A" w14:textId="77777777" w:rsidR="009E07CE" w:rsidRPr="004D16C1" w:rsidRDefault="009E07CE" w:rsidP="009E07CE">
      <w:pPr>
        <w:rPr>
          <w:lang w:val="de-DE"/>
        </w:rPr>
      </w:pPr>
    </w:p>
    <w:p w14:paraId="68CD6438" w14:textId="77777777" w:rsidR="009E07CE" w:rsidRDefault="009E07CE" w:rsidP="004D16C1">
      <w:pPr>
        <w:rPr>
          <w:lang w:val="de-DE"/>
        </w:rPr>
      </w:pPr>
    </w:p>
    <w:p w14:paraId="6C34C59D" w14:textId="04858668" w:rsidR="004D16C1" w:rsidRPr="0009519E" w:rsidRDefault="0009519E" w:rsidP="0009519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lastRenderedPageBreak/>
        <w:t xml:space="preserve">Sujet </w:t>
      </w:r>
      <w:r>
        <w:rPr>
          <w:b/>
          <w:bCs/>
          <w:color w:val="F20E7B"/>
          <w:sz w:val="28"/>
          <w:szCs w:val="28"/>
          <w:lang w:val="de-DE"/>
        </w:rPr>
        <w:t xml:space="preserve">5 </w:t>
      </w:r>
      <w:r w:rsidRPr="0009519E">
        <w:rPr>
          <w:b/>
          <w:bCs/>
          <w:color w:val="F20E7B"/>
          <w:sz w:val="28"/>
          <w:szCs w:val="28"/>
          <w:lang w:val="de-DE"/>
        </w:rPr>
        <w:t>– 1</w:t>
      </w:r>
      <w:r w:rsidR="004D16C1" w:rsidRPr="0009519E">
        <w:rPr>
          <w:b/>
          <w:bCs/>
          <w:color w:val="F20E7B"/>
          <w:sz w:val="28"/>
          <w:szCs w:val="28"/>
          <w:lang w:val="de-DE"/>
        </w:rPr>
        <w:t xml:space="preserve">0% mehr Netto vom Brutto </w:t>
      </w:r>
    </w:p>
    <w:p w14:paraId="3F53EF0A" w14:textId="34870B70" w:rsidR="0009519E" w:rsidRDefault="0009519E" w:rsidP="004D16C1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3BCE8A4D" wp14:editId="7D9C71CD">
            <wp:extent cx="1765300" cy="1765300"/>
            <wp:effectExtent l="0" t="0" r="0" b="0"/>
            <wp:docPr id="2122629571" name="Grafik 6" descr="Ein Bild, das Kleidung, Menschliches Gesicht, Text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629571" name="Grafik 6" descr="Ein Bild, das Kleidung, Menschliches Gesicht, Text, Frau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97981" w14:textId="77777777" w:rsidR="00184B64" w:rsidRPr="009E07CE" w:rsidRDefault="00184B64" w:rsidP="00184B64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3F8DF9D1" w14:textId="7C7EF07C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Mit dem NEOS-Reformkurs ist Vollzeitarbeit durch steuerliche Anreize 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 wieder attraktiv. </w:t>
      </w:r>
      <w:proofErr w:type="spellStart"/>
      <w:proofErr w:type="gramStart"/>
      <w:r w:rsidRPr="004D16C1">
        <w:rPr>
          <w:lang w:val="de-DE"/>
        </w:rPr>
        <w:t>Arbeitgeber:innen</w:t>
      </w:r>
      <w:proofErr w:type="spellEnd"/>
      <w:proofErr w:type="gramEnd"/>
      <w:r w:rsidRPr="004D16C1">
        <w:rPr>
          <w:lang w:val="de-DE"/>
        </w:rPr>
        <w:t xml:space="preserve"> und </w:t>
      </w:r>
      <w:proofErr w:type="spellStart"/>
      <w:r w:rsidRPr="004D16C1">
        <w:rPr>
          <w:lang w:val="de-DE"/>
        </w:rPr>
        <w:t>Arbeitnehmer:innen</w:t>
      </w:r>
      <w:proofErr w:type="spellEnd"/>
      <w:r w:rsidRPr="004D16C1">
        <w:rPr>
          <w:lang w:val="de-DE"/>
        </w:rPr>
        <w:t xml:space="preserve"> bekommen den Spielraum, ihre Arbeitsbedingungen durch Betriebsvereinbarungen gemeinsam zu gestalten. </w:t>
      </w:r>
    </w:p>
    <w:p w14:paraId="44B5A26A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>Echte Entlastung nur mit NEOS – die Reformkraft.</w:t>
      </w:r>
    </w:p>
    <w:p w14:paraId="0D6D63E4" w14:textId="2F731E0D" w:rsidR="004D16C1" w:rsidRDefault="004D16C1" w:rsidP="0009519E">
      <w:pPr>
        <w:rPr>
          <w:lang w:val="de-DE"/>
        </w:rPr>
      </w:pPr>
      <w:r w:rsidRPr="004D16C1">
        <w:rPr>
          <w:lang w:val="de-DE"/>
        </w:rPr>
        <w:t>#bereit24 #reformkraft</w:t>
      </w:r>
    </w:p>
    <w:p w14:paraId="3EF1D6E9" w14:textId="77777777" w:rsidR="009E07CE" w:rsidRDefault="009E07CE" w:rsidP="0009519E">
      <w:pPr>
        <w:rPr>
          <w:lang w:val="de-DE"/>
        </w:rPr>
      </w:pPr>
    </w:p>
    <w:p w14:paraId="047B3616" w14:textId="669F7267" w:rsidR="009E07CE" w:rsidRPr="0009519E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t xml:space="preserve">Sujet </w:t>
      </w:r>
      <w:r>
        <w:rPr>
          <w:b/>
          <w:bCs/>
          <w:color w:val="F20E7B"/>
          <w:sz w:val="28"/>
          <w:szCs w:val="28"/>
          <w:lang w:val="de-DE"/>
        </w:rPr>
        <w:t xml:space="preserve">5 </w:t>
      </w:r>
      <w:r w:rsidRPr="0009519E">
        <w:rPr>
          <w:b/>
          <w:bCs/>
          <w:color w:val="F20E7B"/>
          <w:sz w:val="28"/>
          <w:szCs w:val="28"/>
          <w:lang w:val="de-DE"/>
        </w:rPr>
        <w:t xml:space="preserve">– 10% mehr Netto vom </w:t>
      </w:r>
      <w:proofErr w:type="gramStart"/>
      <w:r w:rsidRPr="0009519E">
        <w:rPr>
          <w:b/>
          <w:bCs/>
          <w:color w:val="F20E7B"/>
          <w:sz w:val="28"/>
          <w:szCs w:val="28"/>
          <w:lang w:val="de-DE"/>
        </w:rPr>
        <w:t xml:space="preserve">Brutto </w:t>
      </w:r>
      <w:r>
        <w:rPr>
          <w:b/>
          <w:bCs/>
          <w:color w:val="F20E7B"/>
          <w:sz w:val="28"/>
          <w:szCs w:val="28"/>
          <w:lang w:val="de-DE"/>
        </w:rPr>
        <w:t>Alternative</w:t>
      </w:r>
      <w:proofErr w:type="gramEnd"/>
      <w:r>
        <w:rPr>
          <w:b/>
          <w:bCs/>
          <w:color w:val="F20E7B"/>
          <w:sz w:val="28"/>
          <w:szCs w:val="28"/>
          <w:lang w:val="de-DE"/>
        </w:rPr>
        <w:t xml:space="preserve"> 1: </w:t>
      </w:r>
    </w:p>
    <w:p w14:paraId="7FB03B18" w14:textId="77777777" w:rsidR="009E07CE" w:rsidRPr="004D16C1" w:rsidRDefault="009E07CE" w:rsidP="009E07CE">
      <w:pPr>
        <w:rPr>
          <w:lang w:val="de-DE"/>
        </w:rPr>
      </w:pPr>
      <w:r w:rsidRPr="004D16C1">
        <w:rPr>
          <w:lang w:val="de-DE"/>
        </w:rPr>
        <w:t xml:space="preserve">Mit dem NEOS-Reformkurs ist Vollzeitarbeit durch steuerliche Anreize 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 wieder attraktiv. </w:t>
      </w:r>
      <w:proofErr w:type="spellStart"/>
      <w:proofErr w:type="gramStart"/>
      <w:r w:rsidRPr="004D16C1">
        <w:rPr>
          <w:lang w:val="de-DE"/>
        </w:rPr>
        <w:t>Arbeitgeber:innen</w:t>
      </w:r>
      <w:proofErr w:type="spellEnd"/>
      <w:proofErr w:type="gramEnd"/>
      <w:r w:rsidRPr="004D16C1">
        <w:rPr>
          <w:lang w:val="de-DE"/>
        </w:rPr>
        <w:t xml:space="preserve"> und </w:t>
      </w:r>
      <w:proofErr w:type="spellStart"/>
      <w:r w:rsidRPr="004D16C1">
        <w:rPr>
          <w:lang w:val="de-DE"/>
        </w:rPr>
        <w:t>Arbeitnehmer:innen</w:t>
      </w:r>
      <w:proofErr w:type="spellEnd"/>
      <w:r w:rsidRPr="004D16C1">
        <w:rPr>
          <w:lang w:val="de-DE"/>
        </w:rPr>
        <w:t xml:space="preserve"> bekommen den Spielraum, ihre Arbeitsbedingungen durch Betriebsvereinbarungen gemeinsam zu gestalten. </w:t>
      </w:r>
    </w:p>
    <w:p w14:paraId="354DCB40" w14:textId="37DC646C" w:rsidR="009E07CE" w:rsidRDefault="009E07CE" w:rsidP="0009519E">
      <w:pPr>
        <w:rPr>
          <w:lang w:val="de-DE"/>
        </w:rPr>
      </w:pPr>
      <w:r>
        <w:rPr>
          <w:lang w:val="de-DE"/>
        </w:rPr>
        <w:t xml:space="preserve">#bereit24 #reformkraft </w:t>
      </w:r>
    </w:p>
    <w:p w14:paraId="120ED16C" w14:textId="77777777" w:rsidR="009E07CE" w:rsidRDefault="009E07CE" w:rsidP="009E07CE">
      <w:pPr>
        <w:rPr>
          <w:lang w:val="de-DE"/>
        </w:rPr>
      </w:pPr>
    </w:p>
    <w:p w14:paraId="43860DEF" w14:textId="77227716" w:rsidR="009E07CE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09519E">
        <w:rPr>
          <w:b/>
          <w:bCs/>
          <w:color w:val="F20E7B"/>
          <w:sz w:val="28"/>
          <w:szCs w:val="28"/>
          <w:lang w:val="de-DE"/>
        </w:rPr>
        <w:t xml:space="preserve">Sujet </w:t>
      </w:r>
      <w:r>
        <w:rPr>
          <w:b/>
          <w:bCs/>
          <w:color w:val="F20E7B"/>
          <w:sz w:val="28"/>
          <w:szCs w:val="28"/>
          <w:lang w:val="de-DE"/>
        </w:rPr>
        <w:t xml:space="preserve">5 </w:t>
      </w:r>
      <w:r w:rsidRPr="0009519E">
        <w:rPr>
          <w:b/>
          <w:bCs/>
          <w:color w:val="F20E7B"/>
          <w:sz w:val="28"/>
          <w:szCs w:val="28"/>
          <w:lang w:val="de-DE"/>
        </w:rPr>
        <w:t xml:space="preserve">– 10% mehr Netto vom </w:t>
      </w:r>
      <w:proofErr w:type="gramStart"/>
      <w:r w:rsidRPr="0009519E">
        <w:rPr>
          <w:b/>
          <w:bCs/>
          <w:color w:val="F20E7B"/>
          <w:sz w:val="28"/>
          <w:szCs w:val="28"/>
          <w:lang w:val="de-DE"/>
        </w:rPr>
        <w:t xml:space="preserve">Brutto </w:t>
      </w:r>
      <w:r>
        <w:rPr>
          <w:b/>
          <w:bCs/>
          <w:color w:val="F20E7B"/>
          <w:sz w:val="28"/>
          <w:szCs w:val="28"/>
          <w:lang w:val="de-DE"/>
        </w:rPr>
        <w:t>Alternative</w:t>
      </w:r>
      <w:proofErr w:type="gramEnd"/>
      <w:r>
        <w:rPr>
          <w:b/>
          <w:bCs/>
          <w:color w:val="F20E7B"/>
          <w:sz w:val="28"/>
          <w:szCs w:val="28"/>
          <w:lang w:val="de-DE"/>
        </w:rPr>
        <w:t xml:space="preserve"> 2:</w:t>
      </w:r>
    </w:p>
    <w:p w14:paraId="05704AD4" w14:textId="77777777" w:rsidR="009E07CE" w:rsidRPr="004D16C1" w:rsidRDefault="009E07CE" w:rsidP="009E07CE">
      <w:pPr>
        <w:rPr>
          <w:lang w:val="de-DE"/>
        </w:rPr>
      </w:pPr>
      <w:r w:rsidRPr="004D16C1">
        <w:rPr>
          <w:lang w:val="de-DE"/>
        </w:rPr>
        <w:t>Echte Entlastung nur mit NEOS – die Reformkraft.</w:t>
      </w:r>
    </w:p>
    <w:p w14:paraId="3FF362CF" w14:textId="77777777" w:rsidR="009E07CE" w:rsidRDefault="009E07CE" w:rsidP="009E07CE">
      <w:pPr>
        <w:rPr>
          <w:lang w:val="de-DE"/>
        </w:rPr>
      </w:pPr>
      <w:r w:rsidRPr="004D16C1">
        <w:rPr>
          <w:lang w:val="de-DE"/>
        </w:rPr>
        <w:t>#bereit24 #reformkraft</w:t>
      </w:r>
    </w:p>
    <w:p w14:paraId="633BBA8B" w14:textId="77777777" w:rsidR="009E07CE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</w:p>
    <w:p w14:paraId="62179761" w14:textId="77777777" w:rsidR="009E07CE" w:rsidRDefault="009E07CE" w:rsidP="009E07CE">
      <w:pPr>
        <w:rPr>
          <w:lang w:val="de-DE"/>
        </w:rPr>
      </w:pPr>
    </w:p>
    <w:p w14:paraId="71FB91A2" w14:textId="77777777" w:rsidR="009E07CE" w:rsidRDefault="009E07CE" w:rsidP="0009519E">
      <w:pPr>
        <w:rPr>
          <w:lang w:val="de-DE"/>
        </w:rPr>
      </w:pPr>
    </w:p>
    <w:p w14:paraId="64209803" w14:textId="77777777" w:rsidR="009E07CE" w:rsidRPr="004D16C1" w:rsidRDefault="009E07CE" w:rsidP="0009519E">
      <w:pPr>
        <w:rPr>
          <w:lang w:val="de-DE"/>
        </w:rPr>
      </w:pPr>
    </w:p>
    <w:p w14:paraId="389DECD5" w14:textId="77777777" w:rsidR="004D16C1" w:rsidRPr="004D16C1" w:rsidRDefault="004D16C1" w:rsidP="004D16C1">
      <w:pPr>
        <w:rPr>
          <w:lang w:val="de-DE"/>
        </w:rPr>
      </w:pPr>
    </w:p>
    <w:p w14:paraId="1D937A67" w14:textId="004E237A" w:rsidR="004D16C1" w:rsidRDefault="004B36AF" w:rsidP="004B36AF">
      <w:pPr>
        <w:rPr>
          <w:b/>
          <w:bCs/>
          <w:color w:val="F20E7B"/>
          <w:sz w:val="28"/>
          <w:szCs w:val="28"/>
          <w:lang w:val="nb-NO"/>
        </w:rPr>
      </w:pPr>
      <w:proofErr w:type="spellStart"/>
      <w:r>
        <w:rPr>
          <w:b/>
          <w:bCs/>
          <w:color w:val="F20E7B"/>
          <w:sz w:val="28"/>
          <w:szCs w:val="28"/>
          <w:lang w:val="nb-NO"/>
        </w:rPr>
        <w:lastRenderedPageBreak/>
        <w:t>Sujet</w:t>
      </w:r>
      <w:proofErr w:type="spellEnd"/>
      <w:r>
        <w:rPr>
          <w:b/>
          <w:bCs/>
          <w:color w:val="F20E7B"/>
          <w:sz w:val="28"/>
          <w:szCs w:val="28"/>
          <w:lang w:val="nb-NO"/>
        </w:rPr>
        <w:t xml:space="preserve"> 6 – </w:t>
      </w:r>
      <w:r w:rsidR="004D16C1" w:rsidRPr="004B36AF">
        <w:rPr>
          <w:b/>
          <w:bCs/>
          <w:color w:val="F20E7B"/>
          <w:sz w:val="28"/>
          <w:szCs w:val="28"/>
          <w:lang w:val="nb-NO"/>
        </w:rPr>
        <w:t xml:space="preserve">100% </w:t>
      </w:r>
      <w:proofErr w:type="spellStart"/>
      <w:r w:rsidR="004D16C1" w:rsidRPr="004B36AF">
        <w:rPr>
          <w:b/>
          <w:bCs/>
          <w:color w:val="F20E7B"/>
          <w:sz w:val="28"/>
          <w:szCs w:val="28"/>
          <w:lang w:val="nb-NO"/>
        </w:rPr>
        <w:t>Transparenz</w:t>
      </w:r>
      <w:proofErr w:type="spellEnd"/>
    </w:p>
    <w:p w14:paraId="19CAC32E" w14:textId="5CAF4BAD" w:rsidR="004B36AF" w:rsidRPr="004B36AF" w:rsidRDefault="004B36AF" w:rsidP="004B36AF">
      <w:pPr>
        <w:rPr>
          <w:b/>
          <w:bCs/>
          <w:color w:val="F20E7B"/>
          <w:sz w:val="28"/>
          <w:szCs w:val="28"/>
          <w:lang w:val="nb-NO"/>
        </w:rPr>
      </w:pPr>
      <w:r>
        <w:rPr>
          <w:noProof/>
          <w:lang w:val="de-DE"/>
        </w:rPr>
        <w:drawing>
          <wp:inline distT="0" distB="0" distL="0" distR="0" wp14:anchorId="4BF71486" wp14:editId="52C0DA69">
            <wp:extent cx="1663700" cy="1663700"/>
            <wp:effectExtent l="0" t="0" r="0" b="0"/>
            <wp:docPr id="1016837853" name="Grafik 7" descr="A person looking up at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37853" name="Grafik 7" descr="A person looking up at a sig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E1147" w14:textId="77777777" w:rsidR="00184B64" w:rsidRPr="009E07CE" w:rsidRDefault="00184B64" w:rsidP="00184B64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3DCB7EC9" w14:textId="1D4F9849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NEOS </w:t>
      </w:r>
      <w:proofErr w:type="spellStart"/>
      <w:r w:rsidRPr="004D16C1">
        <w:rPr>
          <w:lang w:val="de-DE"/>
        </w:rPr>
        <w:t>drängen</w:t>
      </w:r>
      <w:proofErr w:type="spellEnd"/>
      <w:r w:rsidRPr="004D16C1">
        <w:rPr>
          <w:lang w:val="de-DE"/>
        </w:rPr>
        <w:t xml:space="preserve"> die Privilegien der Parteien und ihrer Netzwerke </w:t>
      </w:r>
      <w:proofErr w:type="spellStart"/>
      <w:r w:rsidRPr="004D16C1">
        <w:rPr>
          <w:lang w:val="de-DE"/>
        </w:rPr>
        <w:t>zurück</w:t>
      </w:r>
      <w:proofErr w:type="spellEnd"/>
      <w:r w:rsidRPr="004D16C1">
        <w:rPr>
          <w:lang w:val="de-DE"/>
        </w:rPr>
        <w:t xml:space="preserve">. Finanzen und Entscheidungen werden transparent, politisch Verantwortliche </w:t>
      </w: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ihr Handeln zur Rechenschaft gezogen. </w:t>
      </w:r>
    </w:p>
    <w:p w14:paraId="42CBB5CB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Wir NEOS streben eine Halbierung der Partei-Subventionen als Beitrag zum Sparen im politischen System an und kürzen die PR- und Werbebudgets der Regierung, um Inseraten-Korruption zu </w:t>
      </w:r>
      <w:proofErr w:type="spellStart"/>
      <w:r w:rsidRPr="004D16C1">
        <w:rPr>
          <w:lang w:val="de-DE"/>
        </w:rPr>
        <w:t>bekämpfen</w:t>
      </w:r>
      <w:proofErr w:type="spellEnd"/>
      <w:r w:rsidRPr="004D16C1">
        <w:rPr>
          <w:lang w:val="de-DE"/>
        </w:rPr>
        <w:t>.</w:t>
      </w:r>
    </w:p>
    <w:p w14:paraId="1C09FF3F" w14:textId="6913A4AE" w:rsidR="004D16C1" w:rsidRDefault="004D16C1" w:rsidP="004D16C1">
      <w:pPr>
        <w:rPr>
          <w:lang w:val="de-DE"/>
        </w:rPr>
      </w:pPr>
      <w:r w:rsidRPr="004D16C1">
        <w:rPr>
          <w:lang w:val="de-DE"/>
        </w:rPr>
        <w:t>#bereit24 #</w:t>
      </w:r>
      <w:r w:rsidR="004B36AF">
        <w:rPr>
          <w:lang w:val="de-DE"/>
        </w:rPr>
        <w:t>R</w:t>
      </w:r>
      <w:r w:rsidRPr="004D16C1">
        <w:rPr>
          <w:lang w:val="de-DE"/>
        </w:rPr>
        <w:t>eformkraft</w:t>
      </w:r>
    </w:p>
    <w:p w14:paraId="5EB161B5" w14:textId="77777777" w:rsidR="009E07CE" w:rsidRDefault="009E07CE" w:rsidP="004D16C1">
      <w:pPr>
        <w:rPr>
          <w:lang w:val="de-DE"/>
        </w:rPr>
      </w:pPr>
    </w:p>
    <w:p w14:paraId="4F35EEA5" w14:textId="2F922856" w:rsidR="009E07CE" w:rsidRPr="009A77D3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9A77D3">
        <w:rPr>
          <w:b/>
          <w:bCs/>
          <w:color w:val="F20E7B"/>
          <w:sz w:val="28"/>
          <w:szCs w:val="28"/>
          <w:lang w:val="de-DE"/>
        </w:rPr>
        <w:t xml:space="preserve">Sujet 6 – 100% Transparenz Alternative 1: </w:t>
      </w:r>
    </w:p>
    <w:p w14:paraId="33E4EBA7" w14:textId="77777777" w:rsidR="009E07CE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4D16C1">
        <w:rPr>
          <w:lang w:val="de-DE"/>
        </w:rPr>
        <w:t xml:space="preserve">NEOS </w:t>
      </w:r>
      <w:proofErr w:type="spellStart"/>
      <w:r w:rsidRPr="004D16C1">
        <w:rPr>
          <w:lang w:val="de-DE"/>
        </w:rPr>
        <w:t>drängen</w:t>
      </w:r>
      <w:proofErr w:type="spellEnd"/>
      <w:r w:rsidRPr="004D16C1">
        <w:rPr>
          <w:lang w:val="de-DE"/>
        </w:rPr>
        <w:t xml:space="preserve"> die Privilegien der Parteien und ihrer Netzwerke </w:t>
      </w:r>
      <w:proofErr w:type="spellStart"/>
      <w:r w:rsidRPr="004D16C1">
        <w:rPr>
          <w:lang w:val="de-DE"/>
        </w:rPr>
        <w:t>zurück</w:t>
      </w:r>
      <w:proofErr w:type="spellEnd"/>
      <w:r w:rsidRPr="004D16C1">
        <w:rPr>
          <w:lang w:val="de-DE"/>
        </w:rPr>
        <w:t xml:space="preserve">. Finanzen und Entscheidungen werden transparent, politisch Verantwortliche </w:t>
      </w:r>
      <w:proofErr w:type="spellStart"/>
      <w:r w:rsidRPr="004D16C1">
        <w:rPr>
          <w:lang w:val="de-DE"/>
        </w:rPr>
        <w:t>für</w:t>
      </w:r>
      <w:proofErr w:type="spellEnd"/>
      <w:r w:rsidRPr="004D16C1">
        <w:rPr>
          <w:lang w:val="de-DE"/>
        </w:rPr>
        <w:t xml:space="preserve"> ihr Handeln zur Rechenschaft gezogen. </w:t>
      </w:r>
      <w:r>
        <w:rPr>
          <w:b/>
          <w:bCs/>
          <w:color w:val="F20E7B"/>
          <w:sz w:val="28"/>
          <w:szCs w:val="28"/>
          <w:lang w:val="de-DE"/>
        </w:rPr>
        <w:t xml:space="preserve"> </w:t>
      </w:r>
    </w:p>
    <w:p w14:paraId="3649A83D" w14:textId="42C7FE48" w:rsidR="009E07CE" w:rsidRDefault="009E07CE" w:rsidP="009E07C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0CFAA824" w14:textId="77777777" w:rsidR="009E07CE" w:rsidRDefault="009E07CE" w:rsidP="009E07CE">
      <w:pPr>
        <w:rPr>
          <w:lang w:val="de-DE"/>
        </w:rPr>
      </w:pPr>
    </w:p>
    <w:p w14:paraId="02171280" w14:textId="4AD67008" w:rsidR="009E07CE" w:rsidRPr="009A77D3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9A77D3">
        <w:rPr>
          <w:b/>
          <w:bCs/>
          <w:color w:val="F20E7B"/>
          <w:sz w:val="28"/>
          <w:szCs w:val="28"/>
          <w:lang w:val="de-DE"/>
        </w:rPr>
        <w:t xml:space="preserve">Sujet 6 – 100% Transparenz Alternative 2: </w:t>
      </w:r>
    </w:p>
    <w:p w14:paraId="6B1481E0" w14:textId="77777777" w:rsidR="009E07CE" w:rsidRPr="004D16C1" w:rsidRDefault="009E07CE" w:rsidP="009E07CE">
      <w:pPr>
        <w:rPr>
          <w:lang w:val="de-DE"/>
        </w:rPr>
      </w:pPr>
      <w:r w:rsidRPr="004D16C1">
        <w:rPr>
          <w:lang w:val="de-DE"/>
        </w:rPr>
        <w:t xml:space="preserve">Wir NEOS streben eine Halbierung der Partei-Subventionen als Beitrag zum Sparen im politischen System an und kürzen die PR- und Werbebudgets der Regierung, um Inseraten-Korruption zu </w:t>
      </w:r>
      <w:proofErr w:type="spellStart"/>
      <w:r w:rsidRPr="004D16C1">
        <w:rPr>
          <w:lang w:val="de-DE"/>
        </w:rPr>
        <w:t>bekämpfen</w:t>
      </w:r>
      <w:proofErr w:type="spellEnd"/>
      <w:r w:rsidRPr="004D16C1">
        <w:rPr>
          <w:lang w:val="de-DE"/>
        </w:rPr>
        <w:t>.</w:t>
      </w:r>
    </w:p>
    <w:p w14:paraId="0CC771E1" w14:textId="77777777" w:rsidR="009E07CE" w:rsidRDefault="009E07CE" w:rsidP="009E07C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p w14:paraId="783AC7FC" w14:textId="77777777" w:rsidR="009E07CE" w:rsidRDefault="009E07CE" w:rsidP="009E07CE">
      <w:pPr>
        <w:rPr>
          <w:lang w:val="de-DE"/>
        </w:rPr>
      </w:pPr>
    </w:p>
    <w:p w14:paraId="5DF4F17B" w14:textId="0B0A5EAF" w:rsidR="009E07CE" w:rsidRPr="009E07CE" w:rsidRDefault="009E07CE" w:rsidP="009E07CE">
      <w:pPr>
        <w:rPr>
          <w:lang w:val="de-DE"/>
        </w:rPr>
      </w:pPr>
    </w:p>
    <w:p w14:paraId="14F9F176" w14:textId="77777777" w:rsidR="009E07CE" w:rsidRDefault="009E07CE" w:rsidP="004D16C1">
      <w:pPr>
        <w:rPr>
          <w:lang w:val="de-DE"/>
        </w:rPr>
      </w:pPr>
    </w:p>
    <w:p w14:paraId="48983516" w14:textId="77777777" w:rsidR="009E07CE" w:rsidRDefault="009E07CE" w:rsidP="004D16C1">
      <w:pPr>
        <w:rPr>
          <w:lang w:val="de-DE"/>
        </w:rPr>
      </w:pPr>
    </w:p>
    <w:p w14:paraId="3DE319CB" w14:textId="77777777" w:rsidR="009E07CE" w:rsidRDefault="009E07CE" w:rsidP="004D16C1">
      <w:pPr>
        <w:rPr>
          <w:lang w:val="de-DE"/>
        </w:rPr>
      </w:pPr>
    </w:p>
    <w:p w14:paraId="69EFD8A8" w14:textId="77777777" w:rsidR="004D16C1" w:rsidRPr="004B36AF" w:rsidRDefault="004D16C1" w:rsidP="004D16C1">
      <w:pPr>
        <w:rPr>
          <w:b/>
          <w:bCs/>
          <w:color w:val="F20E7B"/>
          <w:sz w:val="28"/>
          <w:szCs w:val="28"/>
          <w:lang w:val="de-DE"/>
        </w:rPr>
      </w:pPr>
    </w:p>
    <w:p w14:paraId="31579700" w14:textId="4C9A2CAD" w:rsidR="004D16C1" w:rsidRPr="004B36AF" w:rsidRDefault="004B36AF" w:rsidP="004B36AF">
      <w:pPr>
        <w:rPr>
          <w:b/>
          <w:bCs/>
          <w:color w:val="F20E7B"/>
          <w:sz w:val="28"/>
          <w:szCs w:val="28"/>
          <w:lang w:val="de-DE"/>
        </w:rPr>
      </w:pPr>
      <w:r w:rsidRPr="004B36AF">
        <w:rPr>
          <w:b/>
          <w:bCs/>
          <w:color w:val="F20E7B"/>
          <w:sz w:val="28"/>
          <w:szCs w:val="28"/>
          <w:lang w:val="de-DE"/>
        </w:rPr>
        <w:t>Sujet 7 – </w:t>
      </w:r>
      <w:r w:rsidR="004D16C1" w:rsidRPr="004B36AF">
        <w:rPr>
          <w:b/>
          <w:bCs/>
          <w:color w:val="F20E7B"/>
          <w:sz w:val="28"/>
          <w:szCs w:val="28"/>
          <w:lang w:val="de-DE"/>
        </w:rPr>
        <w:t>NEOS wählen</w:t>
      </w:r>
      <w:r>
        <w:rPr>
          <w:b/>
          <w:bCs/>
          <w:color w:val="F20E7B"/>
          <w:sz w:val="28"/>
          <w:szCs w:val="28"/>
          <w:lang w:val="de-DE"/>
        </w:rPr>
        <w:t xml:space="preserve"> 29.9.</w:t>
      </w:r>
    </w:p>
    <w:p w14:paraId="061E009F" w14:textId="0ED7FBDC" w:rsidR="004B36AF" w:rsidRDefault="004B36AF" w:rsidP="004D16C1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EE5CDD0" wp14:editId="21156275">
            <wp:extent cx="1727200" cy="1727200"/>
            <wp:effectExtent l="0" t="0" r="0" b="0"/>
            <wp:docPr id="1861422539" name="Grafik 8" descr="Ein Bild, das Text, Schrift, Grafiken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22539" name="Grafik 8" descr="Ein Bild, das Text, Schrift, Grafiken, Grafikdesign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997F9" w14:textId="77777777" w:rsidR="00184B64" w:rsidRPr="009E07CE" w:rsidRDefault="00184B64" w:rsidP="00184B64">
      <w:pPr>
        <w:rPr>
          <w:b/>
          <w:bCs/>
          <w:color w:val="F20E7B"/>
          <w:sz w:val="28"/>
          <w:szCs w:val="28"/>
          <w:lang w:val="de-DE"/>
        </w:rPr>
      </w:pPr>
      <w:r w:rsidRPr="009E07CE">
        <w:rPr>
          <w:b/>
          <w:bCs/>
          <w:color w:val="F20E7B"/>
          <w:sz w:val="28"/>
          <w:szCs w:val="28"/>
          <w:lang w:val="de-DE"/>
        </w:rPr>
        <w:t xml:space="preserve">Caption: </w:t>
      </w:r>
    </w:p>
    <w:p w14:paraId="0848990B" w14:textId="1ECACB12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NEOS wurde </w:t>
      </w:r>
      <w:proofErr w:type="spellStart"/>
      <w:r w:rsidRPr="004D16C1">
        <w:rPr>
          <w:lang w:val="de-DE"/>
        </w:rPr>
        <w:t>gegründet</w:t>
      </w:r>
      <w:proofErr w:type="spellEnd"/>
      <w:r w:rsidRPr="004D16C1">
        <w:rPr>
          <w:lang w:val="de-DE"/>
        </w:rPr>
        <w:t xml:space="preserve">, um Ergebnisse zu liefern und jeder Generation die besten Chancen zu </w:t>
      </w:r>
      <w:proofErr w:type="spellStart"/>
      <w:r w:rsidRPr="004D16C1">
        <w:rPr>
          <w:lang w:val="de-DE"/>
        </w:rPr>
        <w:t>eröffnen</w:t>
      </w:r>
      <w:proofErr w:type="spellEnd"/>
      <w:r w:rsidRPr="004D16C1">
        <w:rPr>
          <w:lang w:val="de-DE"/>
        </w:rPr>
        <w:t xml:space="preserve">. In den vergangenen Jahren haben wir uns gut darauf vorbereitet, Verantwortung 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 zu </w:t>
      </w:r>
      <w:proofErr w:type="spellStart"/>
      <w:r w:rsidRPr="004D16C1">
        <w:rPr>
          <w:lang w:val="de-DE"/>
        </w:rPr>
        <w:t>übernehmen</w:t>
      </w:r>
      <w:proofErr w:type="spellEnd"/>
      <w:r w:rsidRPr="004D16C1">
        <w:rPr>
          <w:lang w:val="de-DE"/>
        </w:rPr>
        <w:t>.</w:t>
      </w:r>
    </w:p>
    <w:p w14:paraId="6423FDC1" w14:textId="77777777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 xml:space="preserve">Mit Energie und Optimismus – transparent und nachvollziehbar, auf </w:t>
      </w:r>
      <w:proofErr w:type="spellStart"/>
      <w:r w:rsidRPr="004D16C1">
        <w:rPr>
          <w:lang w:val="de-DE"/>
        </w:rPr>
        <w:t>Augenhöhe</w:t>
      </w:r>
      <w:proofErr w:type="spellEnd"/>
      <w:r w:rsidRPr="004D16C1">
        <w:rPr>
          <w:lang w:val="de-DE"/>
        </w:rPr>
        <w:t xml:space="preserve"> mit den </w:t>
      </w:r>
      <w:proofErr w:type="spellStart"/>
      <w:r w:rsidRPr="004D16C1">
        <w:rPr>
          <w:lang w:val="de-DE"/>
        </w:rPr>
        <w:t>Bürgerinnen</w:t>
      </w:r>
      <w:proofErr w:type="spellEnd"/>
      <w:r w:rsidRPr="004D16C1">
        <w:rPr>
          <w:lang w:val="de-DE"/>
        </w:rPr>
        <w:t xml:space="preserve">, </w:t>
      </w:r>
      <w:proofErr w:type="spellStart"/>
      <w:r w:rsidRPr="004D16C1">
        <w:rPr>
          <w:lang w:val="de-DE"/>
        </w:rPr>
        <w:t>Bürgern</w:t>
      </w:r>
      <w:proofErr w:type="spellEnd"/>
      <w:r w:rsidRPr="004D16C1">
        <w:rPr>
          <w:lang w:val="de-DE"/>
        </w:rPr>
        <w:t xml:space="preserve"> und anderen Parteien.</w:t>
      </w:r>
    </w:p>
    <w:p w14:paraId="53CACF3F" w14:textId="0BD37EB5" w:rsidR="004D16C1" w:rsidRPr="004D16C1" w:rsidRDefault="004D16C1" w:rsidP="004D16C1">
      <w:pPr>
        <w:rPr>
          <w:lang w:val="de-DE"/>
        </w:rPr>
      </w:pPr>
      <w:r w:rsidRPr="004D16C1">
        <w:rPr>
          <w:lang w:val="de-DE"/>
        </w:rPr>
        <w:t>Am 29.9. NEOS</w:t>
      </w:r>
      <w:r w:rsidR="004B36AF">
        <w:rPr>
          <w:lang w:val="de-DE"/>
        </w:rPr>
        <w:t xml:space="preserve"> </w:t>
      </w:r>
      <w:r w:rsidRPr="004D16C1">
        <w:rPr>
          <w:lang w:val="de-DE"/>
        </w:rPr>
        <w:t xml:space="preserve">- die Reformkraft wählen. </w:t>
      </w:r>
    </w:p>
    <w:p w14:paraId="1577F7A7" w14:textId="751D3B77" w:rsidR="004D16C1" w:rsidRDefault="004D16C1" w:rsidP="004B36AF">
      <w:pPr>
        <w:rPr>
          <w:lang w:val="de-DE"/>
        </w:rPr>
      </w:pPr>
      <w:r w:rsidRPr="004D16C1">
        <w:rPr>
          <w:lang w:val="de-DE"/>
        </w:rPr>
        <w:t>#bereit24 #</w:t>
      </w:r>
      <w:r w:rsidR="004B36AF">
        <w:rPr>
          <w:lang w:val="de-DE"/>
        </w:rPr>
        <w:t>R</w:t>
      </w:r>
      <w:r w:rsidRPr="004D16C1">
        <w:rPr>
          <w:lang w:val="de-DE"/>
        </w:rPr>
        <w:t>eformkraft</w:t>
      </w:r>
    </w:p>
    <w:p w14:paraId="7CDBAA94" w14:textId="77777777" w:rsidR="009E07CE" w:rsidRDefault="009E07CE" w:rsidP="004B36AF">
      <w:pPr>
        <w:rPr>
          <w:lang w:val="de-DE"/>
        </w:rPr>
      </w:pPr>
    </w:p>
    <w:p w14:paraId="628A05B7" w14:textId="6951478F" w:rsidR="009E07CE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4B36AF">
        <w:rPr>
          <w:b/>
          <w:bCs/>
          <w:color w:val="F20E7B"/>
          <w:sz w:val="28"/>
          <w:szCs w:val="28"/>
          <w:lang w:val="de-DE"/>
        </w:rPr>
        <w:t>Sujet 7 – NEOS wählen</w:t>
      </w:r>
      <w:r>
        <w:rPr>
          <w:b/>
          <w:bCs/>
          <w:color w:val="F20E7B"/>
          <w:sz w:val="28"/>
          <w:szCs w:val="28"/>
          <w:lang w:val="de-DE"/>
        </w:rPr>
        <w:t xml:space="preserve"> 29.9. Alternative 1: </w:t>
      </w:r>
    </w:p>
    <w:p w14:paraId="5998D95C" w14:textId="77777777" w:rsidR="009E07CE" w:rsidRPr="004D16C1" w:rsidRDefault="009E07CE" w:rsidP="009E07CE">
      <w:pPr>
        <w:rPr>
          <w:lang w:val="de-DE"/>
        </w:rPr>
      </w:pPr>
      <w:r w:rsidRPr="004D16C1">
        <w:rPr>
          <w:lang w:val="de-DE"/>
        </w:rPr>
        <w:t xml:space="preserve">NEOS wurde </w:t>
      </w:r>
      <w:proofErr w:type="spellStart"/>
      <w:r w:rsidRPr="004D16C1">
        <w:rPr>
          <w:lang w:val="de-DE"/>
        </w:rPr>
        <w:t>gegründet</w:t>
      </w:r>
      <w:proofErr w:type="spellEnd"/>
      <w:r w:rsidRPr="004D16C1">
        <w:rPr>
          <w:lang w:val="de-DE"/>
        </w:rPr>
        <w:t xml:space="preserve">, um Ergebnisse zu liefern und jeder Generation die besten Chancen zu </w:t>
      </w:r>
      <w:proofErr w:type="spellStart"/>
      <w:r w:rsidRPr="004D16C1">
        <w:rPr>
          <w:lang w:val="de-DE"/>
        </w:rPr>
        <w:t>eröffnen</w:t>
      </w:r>
      <w:proofErr w:type="spellEnd"/>
      <w:r w:rsidRPr="004D16C1">
        <w:rPr>
          <w:lang w:val="de-DE"/>
        </w:rPr>
        <w:t xml:space="preserve">. In den vergangenen Jahren haben wir uns gut darauf vorbereitet, Verantwortung in </w:t>
      </w:r>
      <w:proofErr w:type="spellStart"/>
      <w:r w:rsidRPr="004D16C1">
        <w:rPr>
          <w:lang w:val="de-DE"/>
        </w:rPr>
        <w:t>Österreich</w:t>
      </w:r>
      <w:proofErr w:type="spellEnd"/>
      <w:r w:rsidRPr="004D16C1">
        <w:rPr>
          <w:lang w:val="de-DE"/>
        </w:rPr>
        <w:t xml:space="preserve"> zu </w:t>
      </w:r>
      <w:proofErr w:type="spellStart"/>
      <w:r w:rsidRPr="004D16C1">
        <w:rPr>
          <w:lang w:val="de-DE"/>
        </w:rPr>
        <w:t>übernehmen</w:t>
      </w:r>
      <w:proofErr w:type="spellEnd"/>
      <w:r w:rsidRPr="004D16C1">
        <w:rPr>
          <w:lang w:val="de-DE"/>
        </w:rPr>
        <w:t>.</w:t>
      </w:r>
    </w:p>
    <w:p w14:paraId="3944D6F8" w14:textId="354164C9" w:rsidR="009E07CE" w:rsidRPr="009E07CE" w:rsidRDefault="009E07CE" w:rsidP="009E07CE">
      <w:pPr>
        <w:rPr>
          <w:lang w:val="de-DE"/>
        </w:rPr>
      </w:pPr>
      <w:r w:rsidRPr="009E07CE">
        <w:rPr>
          <w:lang w:val="de-DE"/>
        </w:rPr>
        <w:t>#bereit24 #Reformkraft</w:t>
      </w:r>
    </w:p>
    <w:p w14:paraId="065E57F4" w14:textId="77777777" w:rsidR="009E07CE" w:rsidRDefault="009E07CE" w:rsidP="009E07CE">
      <w:pPr>
        <w:rPr>
          <w:lang w:val="de-DE"/>
        </w:rPr>
      </w:pPr>
    </w:p>
    <w:p w14:paraId="6C60D72C" w14:textId="56D70904" w:rsidR="009E07CE" w:rsidRDefault="009E07CE" w:rsidP="009E07CE">
      <w:pPr>
        <w:rPr>
          <w:b/>
          <w:bCs/>
          <w:color w:val="F20E7B"/>
          <w:sz w:val="28"/>
          <w:szCs w:val="28"/>
          <w:lang w:val="de-DE"/>
        </w:rPr>
      </w:pPr>
      <w:r w:rsidRPr="004B36AF">
        <w:rPr>
          <w:b/>
          <w:bCs/>
          <w:color w:val="F20E7B"/>
          <w:sz w:val="28"/>
          <w:szCs w:val="28"/>
          <w:lang w:val="de-DE"/>
        </w:rPr>
        <w:t>Sujet 7 – NEOS wählen</w:t>
      </w:r>
      <w:r>
        <w:rPr>
          <w:b/>
          <w:bCs/>
          <w:color w:val="F20E7B"/>
          <w:sz w:val="28"/>
          <w:szCs w:val="28"/>
          <w:lang w:val="de-DE"/>
        </w:rPr>
        <w:t xml:space="preserve"> 29.9. Alternative 2: </w:t>
      </w:r>
    </w:p>
    <w:p w14:paraId="528FA1CD" w14:textId="18DAB1A6" w:rsidR="009E07CE" w:rsidRPr="004D16C1" w:rsidRDefault="009E07CE" w:rsidP="009E07CE">
      <w:pPr>
        <w:rPr>
          <w:lang w:val="de-DE"/>
        </w:rPr>
      </w:pPr>
      <w:r>
        <w:rPr>
          <w:lang w:val="de-DE"/>
        </w:rPr>
        <w:t>Wir NEOS arbeiten m</w:t>
      </w:r>
      <w:r w:rsidRPr="004D16C1">
        <w:rPr>
          <w:lang w:val="de-DE"/>
        </w:rPr>
        <w:t xml:space="preserve">it Energie und Optimismus – transparent und nachvollziehbar, auf </w:t>
      </w:r>
      <w:proofErr w:type="spellStart"/>
      <w:r w:rsidRPr="004D16C1">
        <w:rPr>
          <w:lang w:val="de-DE"/>
        </w:rPr>
        <w:t>Augenhöhe</w:t>
      </w:r>
      <w:proofErr w:type="spellEnd"/>
      <w:r w:rsidRPr="004D16C1">
        <w:rPr>
          <w:lang w:val="de-DE"/>
        </w:rPr>
        <w:t xml:space="preserve"> mit den </w:t>
      </w:r>
      <w:proofErr w:type="spellStart"/>
      <w:r w:rsidRPr="004D16C1">
        <w:rPr>
          <w:lang w:val="de-DE"/>
        </w:rPr>
        <w:t>Bürgerinnen</w:t>
      </w:r>
      <w:proofErr w:type="spellEnd"/>
      <w:r w:rsidRPr="004D16C1">
        <w:rPr>
          <w:lang w:val="de-DE"/>
        </w:rPr>
        <w:t xml:space="preserve">, </w:t>
      </w:r>
      <w:proofErr w:type="spellStart"/>
      <w:r w:rsidRPr="004D16C1">
        <w:rPr>
          <w:lang w:val="de-DE"/>
        </w:rPr>
        <w:t>Bürgern</w:t>
      </w:r>
      <w:proofErr w:type="spellEnd"/>
      <w:r w:rsidRPr="004D16C1">
        <w:rPr>
          <w:lang w:val="de-DE"/>
        </w:rPr>
        <w:t xml:space="preserve"> und anderen Parteien.</w:t>
      </w:r>
    </w:p>
    <w:p w14:paraId="6B3F2304" w14:textId="77777777" w:rsidR="009E07CE" w:rsidRPr="004D16C1" w:rsidRDefault="009E07CE" w:rsidP="009E07CE">
      <w:pPr>
        <w:rPr>
          <w:lang w:val="de-DE"/>
        </w:rPr>
      </w:pPr>
      <w:r w:rsidRPr="004D16C1">
        <w:rPr>
          <w:lang w:val="de-DE"/>
        </w:rPr>
        <w:t>Am 29.9. NEOS</w:t>
      </w:r>
      <w:r>
        <w:rPr>
          <w:lang w:val="de-DE"/>
        </w:rPr>
        <w:t xml:space="preserve"> </w:t>
      </w:r>
      <w:r w:rsidRPr="004D16C1">
        <w:rPr>
          <w:lang w:val="de-DE"/>
        </w:rPr>
        <w:t xml:space="preserve">- die Reformkraft wählen. </w:t>
      </w:r>
    </w:p>
    <w:p w14:paraId="45CC8B2D" w14:textId="18DDF0AB" w:rsidR="00534E30" w:rsidRPr="009E07CE" w:rsidRDefault="009E07CE">
      <w:pPr>
        <w:rPr>
          <w:lang w:val="de-DE"/>
        </w:rPr>
      </w:pPr>
      <w:r w:rsidRPr="004D16C1">
        <w:rPr>
          <w:lang w:val="de-DE"/>
        </w:rPr>
        <w:t>#bereit24 #</w:t>
      </w:r>
      <w:r>
        <w:rPr>
          <w:lang w:val="de-DE"/>
        </w:rPr>
        <w:t>R</w:t>
      </w:r>
      <w:r w:rsidRPr="004D16C1">
        <w:rPr>
          <w:lang w:val="de-DE"/>
        </w:rPr>
        <w:t>eformkraft</w:t>
      </w:r>
    </w:p>
    <w:sectPr w:rsidR="00534E30" w:rsidRPr="009E07CE" w:rsidSect="00787208">
      <w:headerReference w:type="default" r:id="rId14"/>
      <w:footerReference w:type="default" r:id="rId15"/>
      <w:pgSz w:w="11906" w:h="16838"/>
      <w:pgMar w:top="1417" w:right="2976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9700D" w14:textId="77777777" w:rsidR="00657A80" w:rsidRDefault="00657A80">
      <w:pPr>
        <w:spacing w:after="0" w:line="240" w:lineRule="auto"/>
      </w:pPr>
      <w:r>
        <w:separator/>
      </w:r>
    </w:p>
  </w:endnote>
  <w:endnote w:type="continuationSeparator" w:id="0">
    <w:p w14:paraId="49F8030E" w14:textId="77777777" w:rsidR="00657A80" w:rsidRDefault="0065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D3536" w14:textId="77777777" w:rsidR="00EB168C" w:rsidRDefault="00000000">
    <w:pPr>
      <w:pStyle w:val="Footer"/>
      <w:jc w:val="center"/>
    </w:pPr>
    <w:r>
      <w:rPr>
        <w:lang w:val="de-DE"/>
      </w:rPr>
      <w:fldChar w:fldCharType="begin"/>
    </w:r>
    <w:r>
      <w:rPr>
        <w:lang w:val="de-DE"/>
      </w:rPr>
      <w:instrText xml:space="preserve"> PAGE </w:instrText>
    </w:r>
    <w:r>
      <w:rPr>
        <w:lang w:val="de-DE"/>
      </w:rPr>
      <w:fldChar w:fldCharType="separate"/>
    </w:r>
    <w:r>
      <w:rPr>
        <w:lang w:val="de-DE"/>
      </w:rPr>
      <w:t>2</w:t>
    </w:r>
    <w:r>
      <w:rPr>
        <w:lang w:val="de-DE"/>
      </w:rPr>
      <w:fldChar w:fldCharType="end"/>
    </w:r>
  </w:p>
  <w:p w14:paraId="586F3C45" w14:textId="77777777" w:rsidR="00EB168C" w:rsidRDefault="00EB16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1B421" w14:textId="77777777" w:rsidR="00657A80" w:rsidRDefault="00657A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88091E5" w14:textId="77777777" w:rsidR="00657A80" w:rsidRDefault="0065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E2BE" w14:textId="77777777" w:rsidR="00EB168C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40AA73" wp14:editId="75D7C88E">
          <wp:simplePos x="0" y="0"/>
          <wp:positionH relativeFrom="column">
            <wp:posOffset>5412105</wp:posOffset>
          </wp:positionH>
          <wp:positionV relativeFrom="paragraph">
            <wp:posOffset>-62234</wp:posOffset>
          </wp:positionV>
          <wp:extent cx="914400" cy="320872"/>
          <wp:effectExtent l="0" t="0" r="0" b="2978"/>
          <wp:wrapNone/>
          <wp:docPr id="355618388" name="Grafik 1" descr="Ein Bild, das Schrift, Grafiken, Logo, Grafikdesign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32087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0B12"/>
    <w:multiLevelType w:val="multilevel"/>
    <w:tmpl w:val="AF4C82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4063B77"/>
    <w:multiLevelType w:val="hybridMultilevel"/>
    <w:tmpl w:val="5A06EA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81B"/>
    <w:multiLevelType w:val="hybridMultilevel"/>
    <w:tmpl w:val="D26ADAF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E15F3"/>
    <w:multiLevelType w:val="hybridMultilevel"/>
    <w:tmpl w:val="3E5256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11149"/>
    <w:multiLevelType w:val="hybridMultilevel"/>
    <w:tmpl w:val="150CB11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11761"/>
    <w:multiLevelType w:val="hybridMultilevel"/>
    <w:tmpl w:val="3926BD0A"/>
    <w:lvl w:ilvl="0" w:tplc="BE042F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9351704">
    <w:abstractNumId w:val="0"/>
  </w:num>
  <w:num w:numId="2" w16cid:durableId="616836636">
    <w:abstractNumId w:val="1"/>
  </w:num>
  <w:num w:numId="3" w16cid:durableId="1171718203">
    <w:abstractNumId w:val="4"/>
  </w:num>
  <w:num w:numId="4" w16cid:durableId="2130126824">
    <w:abstractNumId w:val="3"/>
  </w:num>
  <w:num w:numId="5" w16cid:durableId="790125739">
    <w:abstractNumId w:val="5"/>
  </w:num>
  <w:num w:numId="6" w16cid:durableId="875655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19E"/>
    <w:rsid w:val="00031308"/>
    <w:rsid w:val="00074B64"/>
    <w:rsid w:val="0008053A"/>
    <w:rsid w:val="000832FC"/>
    <w:rsid w:val="0009519E"/>
    <w:rsid w:val="00112200"/>
    <w:rsid w:val="0017530E"/>
    <w:rsid w:val="00184B64"/>
    <w:rsid w:val="001A6A29"/>
    <w:rsid w:val="001E1C06"/>
    <w:rsid w:val="002E4BEA"/>
    <w:rsid w:val="0034228E"/>
    <w:rsid w:val="003E06DC"/>
    <w:rsid w:val="00441999"/>
    <w:rsid w:val="00490FE3"/>
    <w:rsid w:val="004B36AF"/>
    <w:rsid w:val="004D16C1"/>
    <w:rsid w:val="00530750"/>
    <w:rsid w:val="00534E30"/>
    <w:rsid w:val="005F55CC"/>
    <w:rsid w:val="00627DEC"/>
    <w:rsid w:val="00657A80"/>
    <w:rsid w:val="006725F1"/>
    <w:rsid w:val="00717F54"/>
    <w:rsid w:val="00726065"/>
    <w:rsid w:val="00747D60"/>
    <w:rsid w:val="007717F7"/>
    <w:rsid w:val="00787208"/>
    <w:rsid w:val="007C03F9"/>
    <w:rsid w:val="007E6FC6"/>
    <w:rsid w:val="00814FD1"/>
    <w:rsid w:val="00866380"/>
    <w:rsid w:val="00891CB2"/>
    <w:rsid w:val="008C0970"/>
    <w:rsid w:val="008F0788"/>
    <w:rsid w:val="00906445"/>
    <w:rsid w:val="00955D92"/>
    <w:rsid w:val="00964C15"/>
    <w:rsid w:val="00972B92"/>
    <w:rsid w:val="009A31B1"/>
    <w:rsid w:val="009A77D3"/>
    <w:rsid w:val="009E07CE"/>
    <w:rsid w:val="00A1013B"/>
    <w:rsid w:val="00A40DE9"/>
    <w:rsid w:val="00A73276"/>
    <w:rsid w:val="00AA33D4"/>
    <w:rsid w:val="00AC5C5A"/>
    <w:rsid w:val="00B72F08"/>
    <w:rsid w:val="00BD3E20"/>
    <w:rsid w:val="00BF5C62"/>
    <w:rsid w:val="00C36451"/>
    <w:rsid w:val="00D276F4"/>
    <w:rsid w:val="00D624BF"/>
    <w:rsid w:val="00E01997"/>
    <w:rsid w:val="00E276E6"/>
    <w:rsid w:val="00EB168C"/>
    <w:rsid w:val="00F9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59FC"/>
  <w15:docId w15:val="{2CF0FC7A-9D90-FE47-B2D8-F7E008FC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kern w:val="3"/>
        <w:sz w:val="24"/>
        <w:szCs w:val="24"/>
        <w:lang w:val="de-AT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DefaultParagraphFont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DefaultParagraphFont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DefaultParagraphFont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DefaultParagraphFont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DefaultParagraphFont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Zchn">
    <w:name w:val="Titel Zchn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ZitatZchn">
    <w:name w:val="Zitat Zchn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ivesZitatZchn">
    <w:name w:val="Intensives Zitat Zchn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DefaultParagraphFont"/>
  </w:style>
  <w:style w:type="character" w:styleId="Hyperlink">
    <w:name w:val="Hyperlink"/>
    <w:basedOn w:val="DefaultParagraphFont"/>
    <w:uiPriority w:val="99"/>
    <w:unhideWhenUsed/>
    <w:rsid w:val="0044199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9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D16C1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ikoalm/Library/Containers/com.apple.mail/Data/Library/Mail%20Downloads/FF939450-4A4D-4F55-8144-449E725C8C23/NEOS_NRW24_Kampagne_Digit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NEOS_NRW24_Kampagne_Digital.dotx</Template>
  <TotalTime>8</TotalTime>
  <Pages>7</Pages>
  <Words>940</Words>
  <Characters>5361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Alm</dc:creator>
  <dc:description/>
  <cp:lastModifiedBy>Niko Alm</cp:lastModifiedBy>
  <cp:revision>4</cp:revision>
  <dcterms:created xsi:type="dcterms:W3CDTF">2024-08-14T13:20:00Z</dcterms:created>
  <dcterms:modified xsi:type="dcterms:W3CDTF">2024-08-14T15:20:00Z</dcterms:modified>
</cp:coreProperties>
</file>