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E5F49" w14:textId="161D0EEE" w:rsidR="004D16C1" w:rsidRPr="00C36451" w:rsidRDefault="004D16C1" w:rsidP="000A02BB">
      <w:pPr>
        <w:spacing w:line="240" w:lineRule="auto"/>
        <w:rPr>
          <w:b/>
          <w:bCs/>
          <w:color w:val="D60C6C"/>
          <w:sz w:val="32"/>
          <w:szCs w:val="32"/>
          <w:lang w:val="de-DE"/>
        </w:rPr>
      </w:pPr>
      <w:r w:rsidRPr="00C36451">
        <w:rPr>
          <w:b/>
          <w:bCs/>
          <w:color w:val="D60C6C"/>
          <w:sz w:val="32"/>
          <w:szCs w:val="32"/>
          <w:lang w:val="de-DE"/>
        </w:rPr>
        <w:t>Welle</w:t>
      </w:r>
      <w:r w:rsidR="00C36451">
        <w:rPr>
          <w:b/>
          <w:bCs/>
          <w:color w:val="D60C6C"/>
          <w:sz w:val="32"/>
          <w:szCs w:val="32"/>
          <w:lang w:val="de-DE"/>
        </w:rPr>
        <w:t xml:space="preserve"> </w:t>
      </w:r>
      <w:r w:rsidR="003E1188">
        <w:rPr>
          <w:b/>
          <w:bCs/>
          <w:color w:val="D60C6C"/>
          <w:sz w:val="32"/>
          <w:szCs w:val="32"/>
          <w:lang w:val="de-DE"/>
        </w:rPr>
        <w:t>2</w:t>
      </w:r>
      <w:r w:rsidRPr="00C36451">
        <w:rPr>
          <w:b/>
          <w:bCs/>
          <w:color w:val="D60C6C"/>
          <w:sz w:val="32"/>
          <w:szCs w:val="32"/>
          <w:lang w:val="de-DE"/>
        </w:rPr>
        <w:t xml:space="preserve"> </w:t>
      </w:r>
      <w:r w:rsidR="00C36451">
        <w:rPr>
          <w:b/>
          <w:bCs/>
          <w:color w:val="D60C6C"/>
          <w:sz w:val="32"/>
          <w:szCs w:val="32"/>
          <w:lang w:val="de-DE"/>
        </w:rPr>
        <w:t xml:space="preserve">- </w:t>
      </w:r>
      <w:r w:rsidRPr="00C36451">
        <w:rPr>
          <w:b/>
          <w:bCs/>
          <w:color w:val="D60C6C"/>
          <w:sz w:val="32"/>
          <w:szCs w:val="32"/>
          <w:lang w:val="de-DE"/>
        </w:rPr>
        <w:t xml:space="preserve">Kampagne NRW24 </w:t>
      </w:r>
    </w:p>
    <w:p w14:paraId="01DA6950" w14:textId="1E82E1E7" w:rsidR="00534E30" w:rsidRPr="004D16C1" w:rsidRDefault="00AA33D4" w:rsidP="000A02BB">
      <w:pPr>
        <w:spacing w:line="240" w:lineRule="auto"/>
        <w:rPr>
          <w:b/>
          <w:bCs/>
          <w:color w:val="D60C6C"/>
          <w:sz w:val="32"/>
          <w:szCs w:val="32"/>
          <w:lang w:val="de-DE"/>
        </w:rPr>
      </w:pPr>
      <w:proofErr w:type="spellStart"/>
      <w:r w:rsidRPr="004D16C1">
        <w:rPr>
          <w:b/>
          <w:bCs/>
          <w:color w:val="D60C6C"/>
          <w:sz w:val="32"/>
          <w:szCs w:val="32"/>
          <w:lang w:val="de-DE"/>
        </w:rPr>
        <w:t>Social</w:t>
      </w:r>
      <w:proofErr w:type="spellEnd"/>
      <w:r w:rsidRPr="004D16C1">
        <w:rPr>
          <w:b/>
          <w:bCs/>
          <w:color w:val="D60C6C"/>
          <w:sz w:val="32"/>
          <w:szCs w:val="32"/>
          <w:lang w:val="de-DE"/>
        </w:rPr>
        <w:t>-Media-</w:t>
      </w:r>
      <w:r w:rsidR="00112200" w:rsidRPr="004D16C1">
        <w:rPr>
          <w:b/>
          <w:bCs/>
          <w:color w:val="D60C6C"/>
          <w:sz w:val="32"/>
          <w:szCs w:val="32"/>
          <w:lang w:val="de-DE"/>
        </w:rPr>
        <w:t>Postings</w:t>
      </w:r>
      <w:r w:rsidR="004D16C1">
        <w:rPr>
          <w:b/>
          <w:bCs/>
          <w:color w:val="D60C6C"/>
          <w:sz w:val="32"/>
          <w:szCs w:val="32"/>
          <w:lang w:val="de-DE"/>
        </w:rPr>
        <w:t xml:space="preserve"> und Digitales</w:t>
      </w:r>
    </w:p>
    <w:p w14:paraId="69FABF63" w14:textId="77777777" w:rsidR="00787208" w:rsidRDefault="00787208" w:rsidP="000A02BB">
      <w:pPr>
        <w:spacing w:line="240" w:lineRule="auto"/>
        <w:rPr>
          <w:lang w:val="de-DE"/>
        </w:rPr>
      </w:pPr>
    </w:p>
    <w:p w14:paraId="69B1F0FE" w14:textId="77777777" w:rsidR="00787208" w:rsidRDefault="00787208" w:rsidP="000A02BB">
      <w:pPr>
        <w:spacing w:line="240" w:lineRule="auto"/>
        <w:rPr>
          <w:lang w:val="de-DE"/>
        </w:rPr>
      </w:pPr>
    </w:p>
    <w:p w14:paraId="38F4DCC4" w14:textId="71572F03" w:rsidR="00E539CF" w:rsidRDefault="00E539CF" w:rsidP="000A2083">
      <w:pPr>
        <w:spacing w:line="240" w:lineRule="auto"/>
        <w:rPr>
          <w:lang w:val="de-DE"/>
        </w:rPr>
      </w:pPr>
      <w:r>
        <w:rPr>
          <w:lang w:val="de-DE"/>
        </w:rPr>
        <w:t>Liebe</w:t>
      </w:r>
      <w:r w:rsidR="00787208">
        <w:rPr>
          <w:lang w:val="de-DE"/>
        </w:rPr>
        <w:t xml:space="preserve"> </w:t>
      </w:r>
      <w:r w:rsidR="00C36451">
        <w:rPr>
          <w:lang w:val="de-DE"/>
        </w:rPr>
        <w:t>Kolleginnen und Kollegen,</w:t>
      </w:r>
    </w:p>
    <w:p w14:paraId="113D9BB7" w14:textId="5679CDEB" w:rsidR="00906445" w:rsidRDefault="00E539CF" w:rsidP="00E539CF">
      <w:pPr>
        <w:spacing w:line="240" w:lineRule="auto"/>
        <w:rPr>
          <w:lang w:val="de-DE"/>
        </w:rPr>
      </w:pPr>
      <w:r>
        <w:rPr>
          <w:lang w:val="de-DE"/>
        </w:rPr>
        <w:t xml:space="preserve">wir nähern uns dem Wahltag und es gibt hier noch ein großes Paket </w:t>
      </w:r>
      <w:r w:rsidR="00906445">
        <w:rPr>
          <w:lang w:val="de-DE"/>
        </w:rPr>
        <w:t xml:space="preserve">mit </w:t>
      </w:r>
      <w:r w:rsidR="00C36451">
        <w:rPr>
          <w:lang w:val="de-DE"/>
        </w:rPr>
        <w:t xml:space="preserve">den </w:t>
      </w:r>
      <w:proofErr w:type="spellStart"/>
      <w:r w:rsidR="00906445">
        <w:rPr>
          <w:lang w:val="de-DE"/>
        </w:rPr>
        <w:t>Shareables</w:t>
      </w:r>
      <w:proofErr w:type="spellEnd"/>
      <w:r w:rsidR="00C36451">
        <w:rPr>
          <w:lang w:val="de-DE"/>
        </w:rPr>
        <w:t xml:space="preserve"> </w:t>
      </w:r>
      <w:r>
        <w:rPr>
          <w:lang w:val="de-DE"/>
        </w:rPr>
        <w:t xml:space="preserve">der 2. </w:t>
      </w:r>
      <w:r w:rsidR="00C36451">
        <w:rPr>
          <w:lang w:val="de-DE"/>
        </w:rPr>
        <w:t>Welle</w:t>
      </w:r>
      <w:r w:rsidR="00906445">
        <w:rPr>
          <w:lang w:val="de-DE"/>
        </w:rPr>
        <w:t xml:space="preserve">, </w:t>
      </w:r>
      <w:proofErr w:type="gramStart"/>
      <w:r w:rsidR="00906445">
        <w:rPr>
          <w:lang w:val="de-DE"/>
        </w:rPr>
        <w:t>das</w:t>
      </w:r>
      <w:proofErr w:type="gramEnd"/>
      <w:r w:rsidR="00906445">
        <w:rPr>
          <w:lang w:val="de-DE"/>
        </w:rPr>
        <w:t xml:space="preserve"> ihr ab sofort verwenden könnt</w:t>
      </w:r>
      <w:r w:rsidR="00C36451">
        <w:rPr>
          <w:lang w:val="de-DE"/>
        </w:rPr>
        <w:t>.</w:t>
      </w:r>
    </w:p>
    <w:p w14:paraId="04208E12" w14:textId="46F0529C" w:rsidR="00C36451" w:rsidRDefault="00C36451" w:rsidP="000A02BB">
      <w:pPr>
        <w:spacing w:line="240" w:lineRule="auto"/>
        <w:rPr>
          <w:lang w:val="de-DE"/>
        </w:rPr>
      </w:pPr>
      <w:r>
        <w:rPr>
          <w:lang w:val="de-DE"/>
        </w:rPr>
        <w:t>Zu jedem Bild gibt es drei Variante</w:t>
      </w:r>
      <w:r w:rsidR="00787208">
        <w:rPr>
          <w:lang w:val="de-DE"/>
        </w:rPr>
        <w:t>n</w:t>
      </w:r>
      <w:r w:rsidR="00E539CF">
        <w:rPr>
          <w:lang w:val="de-DE"/>
        </w:rPr>
        <w:t xml:space="preserve"> (1:1, 9:16, 16:9)</w:t>
      </w:r>
      <w:r>
        <w:rPr>
          <w:lang w:val="de-DE"/>
        </w:rPr>
        <w:t xml:space="preserve">, aus denen ihr auswählen könnt. Falls ihr ein Sujet mehrfach postet, dann </w:t>
      </w:r>
      <w:r w:rsidR="00E539CF">
        <w:rPr>
          <w:lang w:val="de-DE"/>
        </w:rPr>
        <w:t xml:space="preserve">bedient euch bitten an den verschiedenen Varianten der </w:t>
      </w:r>
      <w:proofErr w:type="spellStart"/>
      <w:r w:rsidR="00E539CF">
        <w:rPr>
          <w:lang w:val="de-DE"/>
        </w:rPr>
        <w:t>Captions</w:t>
      </w:r>
      <w:proofErr w:type="spellEnd"/>
      <w:r w:rsidR="00E539CF">
        <w:rPr>
          <w:lang w:val="de-DE"/>
        </w:rPr>
        <w:t xml:space="preserve">. </w:t>
      </w:r>
    </w:p>
    <w:p w14:paraId="44E17147" w14:textId="566091CE" w:rsidR="00E539CF" w:rsidRDefault="00E539CF" w:rsidP="00E539CF">
      <w:pPr>
        <w:spacing w:line="240" w:lineRule="auto"/>
        <w:rPr>
          <w:lang w:val="de-DE"/>
        </w:rPr>
      </w:pPr>
      <w:r>
        <w:rPr>
          <w:lang w:val="de-DE"/>
        </w:rPr>
        <w:t xml:space="preserve">Idealerweise teilt ihr die Sujets einzeln und nicht gesammelt, sodass </w:t>
      </w:r>
      <w:r w:rsidR="00EC71D6">
        <w:rPr>
          <w:lang w:val="de-DE"/>
        </w:rPr>
        <w:t xml:space="preserve">wir </w:t>
      </w:r>
      <w:r>
        <w:rPr>
          <w:lang w:val="de-DE"/>
        </w:rPr>
        <w:t>die Aufmerksamkeit auf die Botschaften maximieren.</w:t>
      </w:r>
    </w:p>
    <w:p w14:paraId="0FC310F1" w14:textId="21C21126" w:rsidR="00E539CF" w:rsidRDefault="00E539CF" w:rsidP="000A2083">
      <w:pPr>
        <w:spacing w:line="240" w:lineRule="auto"/>
        <w:rPr>
          <w:lang w:val="de-DE"/>
        </w:rPr>
      </w:pPr>
      <w:r>
        <w:rPr>
          <w:lang w:val="de-DE"/>
        </w:rPr>
        <w:t>Happy Sharing</w:t>
      </w:r>
      <w:r w:rsidR="000A2083">
        <w:rPr>
          <w:lang w:val="de-DE"/>
        </w:rPr>
        <w:br/>
      </w:r>
      <w:r w:rsidR="003E06DC">
        <w:rPr>
          <w:lang w:val="de-DE"/>
        </w:rPr>
        <w:t>Danke</w:t>
      </w:r>
      <w:r>
        <w:rPr>
          <w:lang w:val="de-DE"/>
        </w:rPr>
        <w:t>!</w:t>
      </w:r>
    </w:p>
    <w:p w14:paraId="271D32E0" w14:textId="77777777" w:rsidR="000A2083" w:rsidRDefault="000A2083" w:rsidP="000A2083">
      <w:pPr>
        <w:spacing w:line="240" w:lineRule="auto"/>
        <w:rPr>
          <w:lang w:val="de-DE"/>
        </w:rPr>
      </w:pPr>
    </w:p>
    <w:p w14:paraId="73608CED" w14:textId="175C0143" w:rsidR="00C36451" w:rsidRDefault="00726065" w:rsidP="000A02BB">
      <w:pPr>
        <w:spacing w:line="240" w:lineRule="auto"/>
        <w:rPr>
          <w:lang w:val="de-DE"/>
        </w:rPr>
      </w:pPr>
      <w:r>
        <w:rPr>
          <w:lang w:val="de-DE"/>
        </w:rPr>
        <w:t xml:space="preserve">Euer </w:t>
      </w:r>
      <w:r w:rsidR="003E06DC">
        <w:rPr>
          <w:lang w:val="de-DE"/>
        </w:rPr>
        <w:t>Digitalteam</w:t>
      </w:r>
    </w:p>
    <w:p w14:paraId="0BC966BA" w14:textId="77777777" w:rsidR="00787208" w:rsidRDefault="00787208" w:rsidP="000A02BB">
      <w:pPr>
        <w:pBdr>
          <w:bottom w:val="single" w:sz="6" w:space="1" w:color="auto"/>
        </w:pBdr>
        <w:spacing w:line="240" w:lineRule="auto"/>
        <w:rPr>
          <w:lang w:val="de-DE"/>
        </w:rPr>
      </w:pPr>
    </w:p>
    <w:p w14:paraId="3242A52B" w14:textId="77777777" w:rsidR="005121AA" w:rsidRDefault="005121AA" w:rsidP="000A02BB">
      <w:pPr>
        <w:spacing w:line="240" w:lineRule="auto"/>
        <w:rPr>
          <w:lang w:val="de-DE"/>
        </w:rPr>
      </w:pPr>
    </w:p>
    <w:p w14:paraId="39BBA10D" w14:textId="77777777" w:rsidR="000A02BB" w:rsidRDefault="000A02BB" w:rsidP="000A02BB">
      <w:pPr>
        <w:spacing w:line="240" w:lineRule="auto"/>
        <w:rPr>
          <w:lang w:val="de-DE"/>
        </w:rPr>
      </w:pPr>
    </w:p>
    <w:p w14:paraId="14CB434B" w14:textId="77777777" w:rsidR="000A02BB" w:rsidRDefault="000A02BB" w:rsidP="000A02BB">
      <w:pPr>
        <w:pStyle w:val="Text"/>
        <w:suppressAutoHyphens/>
      </w:pPr>
    </w:p>
    <w:p w14:paraId="11C1A6FD" w14:textId="2716125D" w:rsidR="000A02BB" w:rsidRDefault="000A02BB" w:rsidP="000A02BB">
      <w:pPr>
        <w:pStyle w:val="Text"/>
        <w:suppressAutoHyphens/>
      </w:pPr>
      <w:r>
        <w:t xml:space="preserve">CAPTION – DIE VERBINDENDE KRAFT </w:t>
      </w:r>
    </w:p>
    <w:p w14:paraId="4D2FE95D" w14:textId="77777777" w:rsidR="000A02BB" w:rsidRDefault="000A02BB" w:rsidP="000A02BB">
      <w:pPr>
        <w:pStyle w:val="Text"/>
        <w:suppressAutoHyphens/>
      </w:pPr>
    </w:p>
    <w:p w14:paraId="42186A21" w14:textId="3AAE5C79" w:rsidR="000A02BB" w:rsidRDefault="000A02BB" w:rsidP="000A02BB">
      <w:pPr>
        <w:pStyle w:val="Text"/>
        <w:suppressAutoHyphens/>
      </w:pPr>
      <w:r>
        <w:t>Variante I</w:t>
      </w:r>
    </w:p>
    <w:p w14:paraId="7EF6D4FC" w14:textId="77777777" w:rsidR="000A02BB" w:rsidRPr="000A02BB" w:rsidRDefault="000A02BB" w:rsidP="000A02BB">
      <w:pPr>
        <w:pStyle w:val="Text"/>
        <w:suppressAutoHyphens/>
        <w:rPr>
          <w:b/>
          <w:bCs/>
        </w:rPr>
      </w:pPr>
    </w:p>
    <w:p w14:paraId="3DAC498F" w14:textId="37D891B8" w:rsidR="000A02BB" w:rsidRPr="000A02BB" w:rsidRDefault="000A02BB" w:rsidP="000A02BB">
      <w:pPr>
        <w:pStyle w:val="Text"/>
        <w:suppressAutoHyphens/>
        <w:rPr>
          <w:b/>
          <w:bCs/>
        </w:rPr>
      </w:pPr>
      <w:r w:rsidRPr="000A02BB">
        <w:rPr>
          <w:b/>
          <w:bCs/>
        </w:rPr>
        <w:t>NEOS wollen verbinden und nicht spalten. Um Österreich wieder in die richtige Richtung zu führen, sind wir bereit, nach der Wahl mit allen demokratischen Parteien zusammenzuarbeiten, die für einen Neuanfang bereit sind.</w:t>
      </w:r>
    </w:p>
    <w:p w14:paraId="62A02955" w14:textId="77777777" w:rsidR="000A02BB" w:rsidRPr="000A02BB" w:rsidRDefault="000A02BB" w:rsidP="000A02BB">
      <w:pPr>
        <w:pStyle w:val="Text"/>
        <w:suppressAutoHyphens/>
        <w:rPr>
          <w:b/>
          <w:bCs/>
        </w:rPr>
      </w:pPr>
    </w:p>
    <w:p w14:paraId="3EACE687" w14:textId="77777777" w:rsidR="000A02BB" w:rsidRPr="000A02BB" w:rsidRDefault="000A02BB" w:rsidP="000A02BB">
      <w:pPr>
        <w:spacing w:line="240" w:lineRule="auto"/>
        <w:rPr>
          <w:b/>
          <w:bCs/>
          <w:lang w:val="de-DE"/>
        </w:rPr>
      </w:pPr>
      <w:r w:rsidRPr="000A02BB">
        <w:rPr>
          <w:b/>
          <w:bCs/>
          <w:lang w:val="de-DE"/>
        </w:rPr>
        <w:t>#bereit24 #Reformkraft</w:t>
      </w:r>
    </w:p>
    <w:p w14:paraId="01168530" w14:textId="77777777" w:rsidR="000A02BB" w:rsidRDefault="000A02BB" w:rsidP="000A02BB">
      <w:pPr>
        <w:pStyle w:val="Text"/>
        <w:suppressAutoHyphens/>
        <w:rPr>
          <w:b/>
          <w:bCs/>
        </w:rPr>
      </w:pPr>
    </w:p>
    <w:p w14:paraId="580030BE" w14:textId="7122F04B" w:rsidR="000A02BB" w:rsidRDefault="000A02BB" w:rsidP="000A02BB">
      <w:pPr>
        <w:pStyle w:val="Text"/>
        <w:suppressAutoHyphens/>
      </w:pPr>
      <w:r>
        <w:t>Variante II</w:t>
      </w:r>
    </w:p>
    <w:p w14:paraId="1A9A0F41" w14:textId="77777777" w:rsidR="000A02BB" w:rsidRDefault="000A02BB" w:rsidP="000A02BB">
      <w:pPr>
        <w:pStyle w:val="Text"/>
        <w:suppressAutoHyphens/>
      </w:pPr>
    </w:p>
    <w:p w14:paraId="1A5ACC9B" w14:textId="77777777" w:rsidR="000A02BB" w:rsidRDefault="000A02BB" w:rsidP="000A02BB">
      <w:pPr>
        <w:pStyle w:val="Text"/>
        <w:suppressAutoHyphens/>
        <w:rPr>
          <w:b/>
          <w:bCs/>
        </w:rPr>
      </w:pPr>
      <w:r>
        <w:rPr>
          <w:b/>
          <w:bCs/>
        </w:rPr>
        <w:t>NEOS stehen für Zusammenhalt, nicht für Spaltung. Gemeinsam mit allen demokratischen Kräften, die einen Neustart wollen, setzen wir uns für eine positive Zukunft ein. Wir wollen den Dauerstreit beenden und die Probleme der Menschen wieder lösen.</w:t>
      </w:r>
    </w:p>
    <w:p w14:paraId="4431F3F9" w14:textId="77777777" w:rsidR="000A02BB" w:rsidRDefault="000A02BB" w:rsidP="000A02BB">
      <w:pPr>
        <w:pStyle w:val="Text"/>
        <w:suppressAutoHyphens/>
        <w:rPr>
          <w:b/>
          <w:bCs/>
        </w:rPr>
      </w:pPr>
    </w:p>
    <w:p w14:paraId="29514995" w14:textId="1753A8D1" w:rsidR="000A02BB" w:rsidRPr="000A02BB" w:rsidRDefault="000A02BB" w:rsidP="000A02BB">
      <w:pPr>
        <w:spacing w:line="240" w:lineRule="auto"/>
        <w:rPr>
          <w:b/>
          <w:bCs/>
          <w:lang w:val="de-DE"/>
        </w:rPr>
      </w:pPr>
      <w:r w:rsidRPr="000A02BB">
        <w:rPr>
          <w:b/>
          <w:bCs/>
          <w:lang w:val="de-DE"/>
        </w:rPr>
        <w:t>#bereit24 #Reformkraft</w:t>
      </w:r>
    </w:p>
    <w:p w14:paraId="2868249C" w14:textId="77777777" w:rsidR="000A02BB" w:rsidRDefault="000A02BB" w:rsidP="000A02BB">
      <w:pPr>
        <w:pStyle w:val="Text"/>
        <w:suppressAutoHyphens/>
        <w:rPr>
          <w:b/>
          <w:bCs/>
        </w:rPr>
      </w:pPr>
    </w:p>
    <w:p w14:paraId="3E514765" w14:textId="6F4EBC51" w:rsidR="000A02BB" w:rsidRDefault="000A02BB" w:rsidP="000A02BB">
      <w:pPr>
        <w:pStyle w:val="Text"/>
        <w:suppressAutoHyphens/>
      </w:pPr>
      <w:r>
        <w:lastRenderedPageBreak/>
        <w:t>Variante III</w:t>
      </w:r>
    </w:p>
    <w:p w14:paraId="78C59D45" w14:textId="77777777" w:rsidR="000A02BB" w:rsidRDefault="000A02BB" w:rsidP="000A02BB">
      <w:pPr>
        <w:pStyle w:val="Text"/>
        <w:suppressAutoHyphens/>
      </w:pPr>
    </w:p>
    <w:p w14:paraId="4F2CB58C" w14:textId="741789A5" w:rsidR="000A02BB" w:rsidRDefault="000A02BB" w:rsidP="000A02BB">
      <w:pPr>
        <w:pStyle w:val="Text"/>
        <w:suppressAutoHyphens/>
        <w:rPr>
          <w:b/>
          <w:bCs/>
        </w:rPr>
      </w:pPr>
      <w:r>
        <w:rPr>
          <w:b/>
          <w:bCs/>
        </w:rPr>
        <w:t>Wir stehen für ein produktives Miteinander und arbeiten mit allen demokratischen Parteien zusammen, die für echte Veränderung antreten. Nach dem Prinzip „Was gemeinsam geht“ sprechen wir nach der Wahl mit allen, die das Land wieder in die richtige Richtung führen wollen.</w:t>
      </w:r>
    </w:p>
    <w:p w14:paraId="013D9D1F" w14:textId="77777777" w:rsidR="000A02BB" w:rsidRDefault="000A02BB" w:rsidP="000A02BB">
      <w:pPr>
        <w:pStyle w:val="Text"/>
        <w:suppressAutoHyphens/>
        <w:rPr>
          <w:b/>
          <w:bCs/>
        </w:rPr>
      </w:pPr>
    </w:p>
    <w:p w14:paraId="02A2777F" w14:textId="77777777" w:rsidR="000A02BB" w:rsidRPr="000A02BB" w:rsidRDefault="000A02BB" w:rsidP="000A02BB">
      <w:pPr>
        <w:spacing w:line="240" w:lineRule="auto"/>
        <w:rPr>
          <w:b/>
          <w:bCs/>
          <w:lang w:val="de-DE"/>
        </w:rPr>
      </w:pPr>
      <w:r w:rsidRPr="000A02BB">
        <w:rPr>
          <w:b/>
          <w:bCs/>
          <w:lang w:val="de-DE"/>
        </w:rPr>
        <w:t>#bereit24 #Reformkraft</w:t>
      </w:r>
    </w:p>
    <w:p w14:paraId="7A5DFC3C" w14:textId="77777777" w:rsidR="000A02BB" w:rsidRDefault="000A02BB" w:rsidP="000A02BB">
      <w:pPr>
        <w:pStyle w:val="Text"/>
        <w:suppressAutoHyphens/>
        <w:rPr>
          <w:b/>
          <w:bCs/>
        </w:rPr>
      </w:pPr>
    </w:p>
    <w:p w14:paraId="33C158E6" w14:textId="2548C10D" w:rsidR="000A02BB" w:rsidRDefault="000A02BB" w:rsidP="000A02BB">
      <w:pPr>
        <w:pStyle w:val="Text"/>
        <w:pBdr>
          <w:bottom w:val="single" w:sz="12" w:space="1" w:color="auto"/>
        </w:pBdr>
        <w:suppressAutoHyphens/>
      </w:pPr>
    </w:p>
    <w:p w14:paraId="72CC5E40" w14:textId="77777777" w:rsidR="005121AA" w:rsidRDefault="005121AA" w:rsidP="000A02BB">
      <w:pPr>
        <w:pStyle w:val="Text"/>
        <w:pBdr>
          <w:top w:val="none" w:sz="0" w:space="0" w:color="auto"/>
        </w:pBdr>
        <w:suppressAutoHyphens/>
      </w:pPr>
    </w:p>
    <w:p w14:paraId="4386EAA1" w14:textId="77777777" w:rsidR="005121AA" w:rsidRDefault="005121AA" w:rsidP="000A02BB">
      <w:pPr>
        <w:pStyle w:val="Text"/>
        <w:suppressAutoHyphens/>
      </w:pPr>
    </w:p>
    <w:p w14:paraId="1B7C3099" w14:textId="77777777" w:rsidR="000A02BB" w:rsidRDefault="000A02BB" w:rsidP="000A02BB">
      <w:pPr>
        <w:pStyle w:val="Text"/>
        <w:suppressAutoHyphens/>
      </w:pPr>
    </w:p>
    <w:p w14:paraId="06610FAD" w14:textId="77777777" w:rsidR="000A02BB" w:rsidRDefault="000A02BB" w:rsidP="000A02BB">
      <w:pPr>
        <w:pStyle w:val="Text"/>
        <w:suppressAutoHyphens/>
      </w:pPr>
      <w:r>
        <w:t xml:space="preserve">CAPTION – DIE ENTSCHEIDENDE KRAFT </w:t>
      </w:r>
    </w:p>
    <w:p w14:paraId="54A31083" w14:textId="77777777" w:rsidR="000A02BB" w:rsidRDefault="000A02BB" w:rsidP="000A02BB">
      <w:pPr>
        <w:pStyle w:val="Text"/>
        <w:suppressAutoHyphens/>
      </w:pPr>
    </w:p>
    <w:p w14:paraId="0EBD5DAD" w14:textId="2ED258DF" w:rsidR="000A02BB" w:rsidRDefault="000A02BB" w:rsidP="000A02BB">
      <w:pPr>
        <w:pStyle w:val="Text"/>
        <w:suppressAutoHyphens/>
      </w:pPr>
      <w:r>
        <w:t>Variante I</w:t>
      </w:r>
    </w:p>
    <w:p w14:paraId="5EC5E91E" w14:textId="77777777" w:rsidR="000A02BB" w:rsidRDefault="000A02BB" w:rsidP="000A02BB">
      <w:pPr>
        <w:pStyle w:val="Text"/>
        <w:suppressAutoHyphens/>
      </w:pPr>
    </w:p>
    <w:p w14:paraId="0B7F602B" w14:textId="1725931B" w:rsidR="00A01D8B" w:rsidRDefault="00CD780C" w:rsidP="00CD780C">
      <w:pPr>
        <w:pStyle w:val="Text"/>
        <w:suppressAutoHyphens/>
        <w:rPr>
          <w:b/>
          <w:bCs/>
          <w:lang w:val="de-AT"/>
        </w:rPr>
      </w:pPr>
      <w:r w:rsidRPr="00CD780C">
        <w:rPr>
          <w:b/>
          <w:bCs/>
          <w:lang w:val="de-AT"/>
        </w:rPr>
        <w:t>NEOS sind sich ihrer Verantwortung bewusst. Wir sind die entscheidende Kraft für eine neue Regierung, die Österreich wieder in die richtige Richtung führt. „Was-gemeinsam-geht“ – das ist unser Prinzip, mit allen demokratischen Parteien zu sprechen, die bereit sind für einen Neuanfang.</w:t>
      </w:r>
    </w:p>
    <w:p w14:paraId="24971DB5" w14:textId="77777777" w:rsidR="00CD780C" w:rsidRDefault="00CD780C" w:rsidP="00CD780C">
      <w:pPr>
        <w:pStyle w:val="Text"/>
        <w:suppressAutoHyphens/>
        <w:rPr>
          <w:b/>
          <w:bCs/>
        </w:rPr>
      </w:pPr>
    </w:p>
    <w:p w14:paraId="36751E3F" w14:textId="77777777" w:rsidR="00CD780C" w:rsidRPr="000A02BB" w:rsidRDefault="00CD780C" w:rsidP="00CD780C">
      <w:pPr>
        <w:spacing w:line="240" w:lineRule="auto"/>
        <w:rPr>
          <w:b/>
          <w:bCs/>
          <w:lang w:val="de-DE"/>
        </w:rPr>
      </w:pPr>
      <w:r w:rsidRPr="000A02BB">
        <w:rPr>
          <w:b/>
          <w:bCs/>
          <w:lang w:val="de-DE"/>
        </w:rPr>
        <w:t>#bereit24 #Reformkraft</w:t>
      </w:r>
    </w:p>
    <w:p w14:paraId="70B12311" w14:textId="77777777" w:rsidR="000A02BB" w:rsidRDefault="000A02BB" w:rsidP="000A02BB">
      <w:pPr>
        <w:pStyle w:val="Text"/>
        <w:suppressAutoHyphens/>
      </w:pPr>
    </w:p>
    <w:p w14:paraId="07252124" w14:textId="77777777" w:rsidR="00CD780C" w:rsidRDefault="00CD780C" w:rsidP="000A02BB">
      <w:pPr>
        <w:pStyle w:val="Text"/>
        <w:suppressAutoHyphens/>
      </w:pPr>
    </w:p>
    <w:p w14:paraId="569B27F4" w14:textId="46F929B6" w:rsidR="000A02BB" w:rsidRDefault="000A02BB" w:rsidP="000A02BB">
      <w:pPr>
        <w:pStyle w:val="Text"/>
        <w:suppressAutoHyphens/>
      </w:pPr>
      <w:r>
        <w:t>Variante II</w:t>
      </w:r>
    </w:p>
    <w:p w14:paraId="0BC97030" w14:textId="77777777" w:rsidR="000A02BB" w:rsidRDefault="000A02BB" w:rsidP="000A02BB">
      <w:pPr>
        <w:pStyle w:val="Text"/>
        <w:suppressAutoHyphens/>
      </w:pPr>
    </w:p>
    <w:p w14:paraId="1958A152" w14:textId="77777777" w:rsidR="000A02BB" w:rsidRDefault="000A02BB" w:rsidP="000A02BB">
      <w:pPr>
        <w:pStyle w:val="Text"/>
        <w:suppressAutoHyphens/>
        <w:rPr>
          <w:b/>
          <w:bCs/>
        </w:rPr>
      </w:pPr>
      <w:r>
        <w:rPr>
          <w:b/>
          <w:bCs/>
        </w:rPr>
        <w:t>Damit es in Österreich wieder in die richtige Richtung geht, braucht es eine unverbrauchte und unabhängige Reformkraft. NEOS sind nach der Wahl die entscheidende Kraft für eine Regierung, die jenseits von Partei- und Klientel-Interessen für das Wohl aller Menschen arbeitet.</w:t>
      </w:r>
    </w:p>
    <w:p w14:paraId="1784EA94" w14:textId="77777777" w:rsidR="00CD780C" w:rsidRDefault="00CD780C" w:rsidP="000A02BB">
      <w:pPr>
        <w:pStyle w:val="Text"/>
        <w:suppressAutoHyphens/>
        <w:rPr>
          <w:b/>
          <w:bCs/>
        </w:rPr>
      </w:pPr>
    </w:p>
    <w:p w14:paraId="49EBEEE5" w14:textId="77777777" w:rsidR="00CD780C" w:rsidRPr="000A02BB" w:rsidRDefault="00CD780C" w:rsidP="00CD780C">
      <w:pPr>
        <w:spacing w:line="240" w:lineRule="auto"/>
        <w:rPr>
          <w:b/>
          <w:bCs/>
          <w:lang w:val="de-DE"/>
        </w:rPr>
      </w:pPr>
      <w:r w:rsidRPr="000A02BB">
        <w:rPr>
          <w:b/>
          <w:bCs/>
          <w:lang w:val="de-DE"/>
        </w:rPr>
        <w:t>#bereit24 #Reformkraft</w:t>
      </w:r>
    </w:p>
    <w:p w14:paraId="78318CEB" w14:textId="77777777" w:rsidR="000A02BB" w:rsidRDefault="000A02BB" w:rsidP="000A02BB">
      <w:pPr>
        <w:pStyle w:val="Text"/>
        <w:suppressAutoHyphens/>
        <w:rPr>
          <w:b/>
          <w:bCs/>
        </w:rPr>
      </w:pPr>
    </w:p>
    <w:p w14:paraId="5B864AAE" w14:textId="77777777" w:rsidR="00CD780C" w:rsidRDefault="00CD780C" w:rsidP="000A02BB">
      <w:pPr>
        <w:pStyle w:val="Text"/>
        <w:suppressAutoHyphens/>
        <w:rPr>
          <w:b/>
          <w:bCs/>
        </w:rPr>
      </w:pPr>
    </w:p>
    <w:p w14:paraId="1FF8142D" w14:textId="0B4369FB" w:rsidR="000A02BB" w:rsidRDefault="00CD780C" w:rsidP="000A02BB">
      <w:pPr>
        <w:pStyle w:val="Text"/>
        <w:suppressAutoHyphens/>
      </w:pPr>
      <w:r>
        <w:t xml:space="preserve">Variante </w:t>
      </w:r>
      <w:r w:rsidR="000A02BB">
        <w:t xml:space="preserve">III </w:t>
      </w:r>
    </w:p>
    <w:p w14:paraId="2CF674C7" w14:textId="77777777" w:rsidR="00CD780C" w:rsidRDefault="00CD780C" w:rsidP="000A02BB">
      <w:pPr>
        <w:pStyle w:val="Text"/>
        <w:suppressAutoHyphens/>
      </w:pPr>
    </w:p>
    <w:p w14:paraId="0B2ABF1E" w14:textId="77777777" w:rsidR="000A02BB" w:rsidRDefault="000A02BB" w:rsidP="000A02BB">
      <w:pPr>
        <w:pStyle w:val="Text"/>
        <w:suppressAutoHyphens/>
        <w:rPr>
          <w:b/>
          <w:bCs/>
        </w:rPr>
      </w:pPr>
      <w:r>
        <w:rPr>
          <w:b/>
          <w:bCs/>
        </w:rPr>
        <w:t>Wenn alle nur streiten, braucht es eine Kraft, die auf das Große und Ganze schaut. Statt Dauerzwist und Postenschacher sind NEOS bereit für das Land und seine Menschen zu arbeiten und Österreich wieder in die richtige Richtung zu führen.</w:t>
      </w:r>
    </w:p>
    <w:p w14:paraId="542260FC" w14:textId="77777777" w:rsidR="000A02BB" w:rsidRDefault="000A02BB" w:rsidP="000A02BB">
      <w:pPr>
        <w:pStyle w:val="Text"/>
        <w:suppressAutoHyphens/>
        <w:rPr>
          <w:b/>
          <w:bCs/>
        </w:rPr>
      </w:pPr>
    </w:p>
    <w:p w14:paraId="7B38A06D" w14:textId="77777777" w:rsidR="00CD780C" w:rsidRPr="000A02BB" w:rsidRDefault="00CD780C" w:rsidP="00CD780C">
      <w:pPr>
        <w:spacing w:line="240" w:lineRule="auto"/>
        <w:rPr>
          <w:b/>
          <w:bCs/>
          <w:lang w:val="de-DE"/>
        </w:rPr>
      </w:pPr>
      <w:r w:rsidRPr="000A02BB">
        <w:rPr>
          <w:b/>
          <w:bCs/>
          <w:lang w:val="de-DE"/>
        </w:rPr>
        <w:t>#bereit24 #Reformkraft</w:t>
      </w:r>
    </w:p>
    <w:p w14:paraId="45EF79DE" w14:textId="77777777" w:rsidR="000A02BB" w:rsidRDefault="000A02BB" w:rsidP="000A02BB">
      <w:pPr>
        <w:pStyle w:val="Text"/>
        <w:suppressAutoHyphens/>
        <w:rPr>
          <w:b/>
          <w:bCs/>
        </w:rPr>
      </w:pPr>
    </w:p>
    <w:p w14:paraId="0F230DB9" w14:textId="270B7051" w:rsidR="000A02BB" w:rsidRDefault="000A02BB" w:rsidP="000A02BB">
      <w:pPr>
        <w:pStyle w:val="Text"/>
        <w:pBdr>
          <w:bottom w:val="single" w:sz="12" w:space="1" w:color="auto"/>
        </w:pBdr>
        <w:suppressAutoHyphens/>
        <w:rPr>
          <w:b/>
          <w:bCs/>
        </w:rPr>
      </w:pPr>
    </w:p>
    <w:p w14:paraId="3BE6F9D7" w14:textId="77777777" w:rsidR="005121AA" w:rsidRDefault="005121AA" w:rsidP="000A02BB">
      <w:pPr>
        <w:pStyle w:val="Text"/>
        <w:pBdr>
          <w:top w:val="none" w:sz="0" w:space="0" w:color="auto"/>
        </w:pBdr>
        <w:suppressAutoHyphens/>
        <w:rPr>
          <w:b/>
          <w:bCs/>
        </w:rPr>
      </w:pPr>
    </w:p>
    <w:p w14:paraId="4B11FD52" w14:textId="77777777" w:rsidR="000A02BB" w:rsidRDefault="000A02BB" w:rsidP="000A02BB">
      <w:pPr>
        <w:pStyle w:val="Text"/>
        <w:suppressAutoHyphens/>
        <w:rPr>
          <w:b/>
          <w:bCs/>
        </w:rPr>
      </w:pPr>
    </w:p>
    <w:p w14:paraId="0C301C24" w14:textId="77777777" w:rsidR="000A02BB" w:rsidRDefault="000A02BB" w:rsidP="000A02BB">
      <w:pPr>
        <w:pStyle w:val="Text"/>
        <w:suppressAutoHyphens/>
        <w:rPr>
          <w:b/>
          <w:bCs/>
        </w:rPr>
      </w:pPr>
    </w:p>
    <w:p w14:paraId="2CB45364" w14:textId="77777777" w:rsidR="000A02BB" w:rsidRDefault="000A02BB" w:rsidP="000A02BB">
      <w:pPr>
        <w:pStyle w:val="Text"/>
        <w:suppressAutoHyphens/>
      </w:pPr>
      <w:r>
        <w:t>CAPTION – DIE REFORMKRAFT</w:t>
      </w:r>
    </w:p>
    <w:p w14:paraId="1CEFF3A7" w14:textId="77777777" w:rsidR="000A02BB" w:rsidRDefault="000A02BB" w:rsidP="000A02BB">
      <w:pPr>
        <w:pStyle w:val="Text"/>
        <w:suppressAutoHyphens/>
      </w:pPr>
    </w:p>
    <w:p w14:paraId="3C631CB8" w14:textId="237FB03A" w:rsidR="000A02BB" w:rsidRDefault="00CD780C" w:rsidP="000A02BB">
      <w:pPr>
        <w:pStyle w:val="Text"/>
        <w:suppressAutoHyphens/>
      </w:pPr>
      <w:r>
        <w:t xml:space="preserve">Variante </w:t>
      </w:r>
      <w:r w:rsidR="000A02BB">
        <w:t>I</w:t>
      </w:r>
    </w:p>
    <w:p w14:paraId="1870D12A" w14:textId="77777777" w:rsidR="00CD780C" w:rsidRDefault="00CD780C" w:rsidP="000A02BB">
      <w:pPr>
        <w:pStyle w:val="Text"/>
        <w:suppressAutoHyphens/>
        <w:rPr>
          <w:b/>
          <w:bCs/>
        </w:rPr>
      </w:pPr>
    </w:p>
    <w:p w14:paraId="41518A86" w14:textId="686C1DFC" w:rsidR="000A02BB" w:rsidRDefault="000A02BB" w:rsidP="000A02BB">
      <w:pPr>
        <w:pStyle w:val="Text"/>
        <w:suppressAutoHyphens/>
        <w:rPr>
          <w:b/>
          <w:bCs/>
        </w:rPr>
      </w:pPr>
      <w:r>
        <w:rPr>
          <w:b/>
          <w:bCs/>
        </w:rPr>
        <w:t>NEOS sind unverbraucht. N</w:t>
      </w:r>
      <w:r w:rsidR="00CD780C">
        <w:rPr>
          <w:b/>
          <w:bCs/>
        </w:rPr>
        <w:t>EOS</w:t>
      </w:r>
      <w:r>
        <w:rPr>
          <w:b/>
          <w:bCs/>
        </w:rPr>
        <w:t xml:space="preserve"> sind </w:t>
      </w:r>
      <w:r w:rsidR="00CD780C">
        <w:rPr>
          <w:b/>
          <w:bCs/>
        </w:rPr>
        <w:t>u</w:t>
      </w:r>
      <w:r>
        <w:rPr>
          <w:b/>
          <w:bCs/>
        </w:rPr>
        <w:t xml:space="preserve">nabhängig. NEOS sind die einzige Reformkraft des Landes. Wir treten an für dringend notwendige Reformen, die das Land wieder nach vorne bringen. Mit Energie und Optimismus. Auf Augenhöhe. Mit allen </w:t>
      </w:r>
      <w:proofErr w:type="spellStart"/>
      <w:proofErr w:type="gramStart"/>
      <w:r>
        <w:rPr>
          <w:b/>
          <w:bCs/>
        </w:rPr>
        <w:t>Bürger:innen</w:t>
      </w:r>
      <w:proofErr w:type="spellEnd"/>
      <w:proofErr w:type="gramEnd"/>
      <w:r>
        <w:rPr>
          <w:b/>
          <w:bCs/>
        </w:rPr>
        <w:t xml:space="preserve"> und den anderen Parteien, die Österreich wieder positiv verändern wollen.</w:t>
      </w:r>
    </w:p>
    <w:p w14:paraId="73ECD50B" w14:textId="77777777" w:rsidR="00CD780C" w:rsidRDefault="00CD780C" w:rsidP="000A02BB">
      <w:pPr>
        <w:pStyle w:val="Text"/>
        <w:suppressAutoHyphens/>
        <w:rPr>
          <w:b/>
          <w:bCs/>
        </w:rPr>
      </w:pPr>
    </w:p>
    <w:p w14:paraId="0EB35B07" w14:textId="77777777" w:rsidR="00CD780C" w:rsidRPr="000A02BB" w:rsidRDefault="00CD780C" w:rsidP="00CD780C">
      <w:pPr>
        <w:spacing w:line="240" w:lineRule="auto"/>
        <w:rPr>
          <w:b/>
          <w:bCs/>
          <w:lang w:val="de-DE"/>
        </w:rPr>
      </w:pPr>
      <w:r w:rsidRPr="000A02BB">
        <w:rPr>
          <w:b/>
          <w:bCs/>
          <w:lang w:val="de-DE"/>
        </w:rPr>
        <w:t>#bereit24 #Reformkraft</w:t>
      </w:r>
    </w:p>
    <w:p w14:paraId="703BFBB0" w14:textId="77777777" w:rsidR="000A02BB" w:rsidRDefault="000A02BB" w:rsidP="000A02BB">
      <w:pPr>
        <w:pStyle w:val="Text"/>
        <w:suppressAutoHyphens/>
        <w:rPr>
          <w:b/>
          <w:bCs/>
        </w:rPr>
      </w:pPr>
    </w:p>
    <w:p w14:paraId="483373F1" w14:textId="03709D3E" w:rsidR="000A02BB" w:rsidRDefault="00CD780C" w:rsidP="000A02BB">
      <w:pPr>
        <w:pStyle w:val="Text"/>
        <w:suppressAutoHyphens/>
      </w:pPr>
      <w:r>
        <w:t xml:space="preserve">Variante </w:t>
      </w:r>
      <w:r w:rsidR="000A02BB">
        <w:t>II</w:t>
      </w:r>
    </w:p>
    <w:p w14:paraId="54541B90" w14:textId="1EA1C17F" w:rsidR="00CD780C" w:rsidRDefault="00CD780C" w:rsidP="00CD780C">
      <w:pPr>
        <w:pStyle w:val="Text"/>
        <w:suppressAutoHyphens/>
        <w:rPr>
          <w:b/>
          <w:bCs/>
          <w:lang w:val="de-AT"/>
        </w:rPr>
      </w:pPr>
      <w:r w:rsidRPr="00CD780C">
        <w:rPr>
          <w:b/>
          <w:bCs/>
          <w:lang w:val="de-AT"/>
        </w:rPr>
        <w:t xml:space="preserve">Reformkraft heißt, 20.000 </w:t>
      </w:r>
      <w:proofErr w:type="spellStart"/>
      <w:proofErr w:type="gramStart"/>
      <w:r w:rsidRPr="00CD780C">
        <w:rPr>
          <w:b/>
          <w:bCs/>
          <w:lang w:val="de-AT"/>
        </w:rPr>
        <w:t>Pädagog:innen</w:t>
      </w:r>
      <w:proofErr w:type="spellEnd"/>
      <w:proofErr w:type="gramEnd"/>
      <w:r w:rsidRPr="00CD780C">
        <w:rPr>
          <w:b/>
          <w:bCs/>
          <w:lang w:val="de-AT"/>
        </w:rPr>
        <w:t xml:space="preserve"> mehr für die beste Bildung. Reformkraft heißt endlich transparente Politik. Reformkraft heißt, mehr netto vom Brutto. Reformkraft heißt, dass wir Österreich wieder in die richtige Richtung führen.</w:t>
      </w:r>
    </w:p>
    <w:p w14:paraId="4AE97721" w14:textId="77777777" w:rsidR="00CD780C" w:rsidRDefault="00CD780C" w:rsidP="00CD780C">
      <w:pPr>
        <w:pStyle w:val="Text"/>
        <w:suppressAutoHyphens/>
        <w:rPr>
          <w:b/>
          <w:bCs/>
        </w:rPr>
      </w:pPr>
    </w:p>
    <w:p w14:paraId="3029613E" w14:textId="77777777" w:rsidR="00CD780C" w:rsidRPr="000A02BB" w:rsidRDefault="00CD780C" w:rsidP="00CD780C">
      <w:pPr>
        <w:spacing w:line="240" w:lineRule="auto"/>
        <w:rPr>
          <w:b/>
          <w:bCs/>
          <w:lang w:val="de-DE"/>
        </w:rPr>
      </w:pPr>
      <w:r w:rsidRPr="000A02BB">
        <w:rPr>
          <w:b/>
          <w:bCs/>
          <w:lang w:val="de-DE"/>
        </w:rPr>
        <w:t>#bereit24 #Reformkraft</w:t>
      </w:r>
    </w:p>
    <w:p w14:paraId="0930CCB1" w14:textId="77777777" w:rsidR="00CD780C" w:rsidRDefault="00CD780C" w:rsidP="000A02BB">
      <w:pPr>
        <w:pStyle w:val="Text"/>
        <w:suppressAutoHyphens/>
        <w:rPr>
          <w:b/>
          <w:bCs/>
        </w:rPr>
      </w:pPr>
    </w:p>
    <w:p w14:paraId="57AD0A4B" w14:textId="7F16E547" w:rsidR="000A02BB" w:rsidRPr="00CD780C" w:rsidRDefault="00CD780C" w:rsidP="000A02BB">
      <w:pPr>
        <w:pStyle w:val="Text"/>
        <w:suppressAutoHyphens/>
      </w:pPr>
      <w:r w:rsidRPr="00CD780C">
        <w:t xml:space="preserve">Variante </w:t>
      </w:r>
      <w:r w:rsidR="000A02BB" w:rsidRPr="00CD780C">
        <w:t>III</w:t>
      </w:r>
    </w:p>
    <w:p w14:paraId="161CD446" w14:textId="3376200F" w:rsidR="000A02BB" w:rsidRDefault="00CD780C" w:rsidP="00CD780C">
      <w:pPr>
        <w:pStyle w:val="Text"/>
        <w:suppressAutoHyphens/>
        <w:rPr>
          <w:b/>
          <w:bCs/>
          <w:lang w:val="de-AT"/>
        </w:rPr>
      </w:pPr>
      <w:r w:rsidRPr="00CD780C">
        <w:rPr>
          <w:b/>
          <w:bCs/>
          <w:lang w:val="de-AT"/>
        </w:rPr>
        <w:t xml:space="preserve">Kein Streiten. Kein Spalten. Kein Schachern. Kein Verwalten. Kein </w:t>
      </w:r>
      <w:proofErr w:type="spellStart"/>
      <w:r w:rsidRPr="00CD780C">
        <w:rPr>
          <w:b/>
          <w:bCs/>
          <w:lang w:val="de-AT"/>
        </w:rPr>
        <w:t>Weiter</w:t>
      </w:r>
      <w:proofErr w:type="spellEnd"/>
      <w:r w:rsidRPr="00CD780C">
        <w:rPr>
          <w:b/>
          <w:bCs/>
          <w:lang w:val="de-AT"/>
        </w:rPr>
        <w:t xml:space="preserve"> wie bisher. Sondern ein Neuanfang voller Energie für Reformen, die das Land wieder in die richtige Richtung führen.</w:t>
      </w:r>
    </w:p>
    <w:p w14:paraId="060421D8" w14:textId="77777777" w:rsidR="00CD780C" w:rsidRDefault="00CD780C" w:rsidP="00CD780C">
      <w:pPr>
        <w:pStyle w:val="Text"/>
        <w:suppressAutoHyphens/>
        <w:rPr>
          <w:b/>
          <w:bCs/>
        </w:rPr>
      </w:pPr>
    </w:p>
    <w:p w14:paraId="6B085173" w14:textId="7F122A76" w:rsidR="000A02BB" w:rsidRDefault="000A02BB" w:rsidP="000A02BB">
      <w:pPr>
        <w:pStyle w:val="Text"/>
        <w:suppressAutoHyphens/>
        <w:rPr>
          <w:b/>
          <w:bCs/>
        </w:rPr>
      </w:pPr>
      <w:r>
        <w:rPr>
          <w:b/>
          <w:bCs/>
        </w:rPr>
        <w:t>Dafür stehen NEOS</w:t>
      </w:r>
      <w:r w:rsidR="00CD780C">
        <w:rPr>
          <w:b/>
          <w:bCs/>
        </w:rPr>
        <w:t xml:space="preserve"> als </w:t>
      </w:r>
      <w:r>
        <w:rPr>
          <w:b/>
          <w:bCs/>
        </w:rPr>
        <w:t>Reformkraft.</w:t>
      </w:r>
    </w:p>
    <w:p w14:paraId="3E972BAB" w14:textId="77777777" w:rsidR="00CD780C" w:rsidRDefault="00CD780C" w:rsidP="000A02BB">
      <w:pPr>
        <w:pStyle w:val="Text"/>
        <w:suppressAutoHyphens/>
        <w:rPr>
          <w:b/>
          <w:bCs/>
        </w:rPr>
      </w:pPr>
    </w:p>
    <w:p w14:paraId="11A04F83" w14:textId="77777777" w:rsidR="00CD780C" w:rsidRPr="000A02BB" w:rsidRDefault="00CD780C" w:rsidP="00CD780C">
      <w:pPr>
        <w:spacing w:line="240" w:lineRule="auto"/>
        <w:rPr>
          <w:b/>
          <w:bCs/>
          <w:lang w:val="de-DE"/>
        </w:rPr>
      </w:pPr>
      <w:r w:rsidRPr="000A02BB">
        <w:rPr>
          <w:b/>
          <w:bCs/>
          <w:lang w:val="de-DE"/>
        </w:rPr>
        <w:t>#bereit24 #Reformkraft</w:t>
      </w:r>
    </w:p>
    <w:p w14:paraId="752B1A63" w14:textId="77777777" w:rsidR="00CD780C" w:rsidRDefault="00CD780C" w:rsidP="000A02BB">
      <w:pPr>
        <w:pStyle w:val="Text"/>
        <w:suppressAutoHyphens/>
        <w:rPr>
          <w:b/>
          <w:bCs/>
        </w:rPr>
      </w:pPr>
    </w:p>
    <w:p w14:paraId="0E38F773" w14:textId="3B82FDFA" w:rsidR="000A02BB" w:rsidRDefault="000A02BB" w:rsidP="000A02BB">
      <w:pPr>
        <w:pStyle w:val="Text"/>
        <w:pBdr>
          <w:bottom w:val="single" w:sz="12" w:space="1" w:color="auto"/>
        </w:pBdr>
        <w:suppressAutoHyphens/>
      </w:pPr>
    </w:p>
    <w:p w14:paraId="273F2AF0" w14:textId="77777777" w:rsidR="005121AA" w:rsidRDefault="005121AA" w:rsidP="000A02BB">
      <w:pPr>
        <w:pStyle w:val="Text"/>
        <w:suppressAutoHyphens/>
      </w:pPr>
    </w:p>
    <w:p w14:paraId="3A79C142" w14:textId="77777777" w:rsidR="000A02BB" w:rsidRDefault="000A02BB" w:rsidP="000A02BB">
      <w:pPr>
        <w:pStyle w:val="Text"/>
        <w:suppressAutoHyphens/>
      </w:pPr>
    </w:p>
    <w:p w14:paraId="6BF7C994" w14:textId="77777777" w:rsidR="000A02BB" w:rsidRDefault="000A02BB" w:rsidP="000A02BB">
      <w:pPr>
        <w:pStyle w:val="Text"/>
        <w:suppressAutoHyphens/>
      </w:pPr>
    </w:p>
    <w:p w14:paraId="1BFD3358" w14:textId="77777777" w:rsidR="000A02BB" w:rsidRDefault="000A02BB" w:rsidP="000A02BB">
      <w:pPr>
        <w:pStyle w:val="Text"/>
        <w:suppressAutoHyphens/>
      </w:pPr>
      <w:r>
        <w:t>CAPTION – STEUERN SENKEN</w:t>
      </w:r>
    </w:p>
    <w:p w14:paraId="5BA7851E" w14:textId="77777777" w:rsidR="000A02BB" w:rsidRDefault="000A02BB" w:rsidP="000A02BB">
      <w:pPr>
        <w:pStyle w:val="Text"/>
        <w:suppressAutoHyphens/>
      </w:pPr>
    </w:p>
    <w:p w14:paraId="44AABB0C" w14:textId="12D23581" w:rsidR="000A02BB" w:rsidRDefault="00CD780C" w:rsidP="000A02BB">
      <w:pPr>
        <w:pStyle w:val="Text"/>
        <w:suppressAutoHyphens/>
      </w:pPr>
      <w:r>
        <w:t xml:space="preserve">Variante </w:t>
      </w:r>
      <w:r w:rsidR="000A02BB">
        <w:t>I</w:t>
      </w:r>
    </w:p>
    <w:p w14:paraId="394789B8" w14:textId="77777777" w:rsidR="00CD780C" w:rsidRDefault="00CD780C" w:rsidP="000A02BB">
      <w:pPr>
        <w:pStyle w:val="Text"/>
        <w:suppressAutoHyphens/>
      </w:pPr>
    </w:p>
    <w:p w14:paraId="64D68B75" w14:textId="3D6C3087" w:rsidR="000A02BB" w:rsidRDefault="000A02BB" w:rsidP="000A02BB">
      <w:pPr>
        <w:pStyle w:val="Text"/>
        <w:suppressAutoHyphens/>
        <w:rPr>
          <w:b/>
          <w:bCs/>
        </w:rPr>
      </w:pPr>
      <w:r>
        <w:rPr>
          <w:b/>
          <w:bCs/>
        </w:rPr>
        <w:t>N</w:t>
      </w:r>
      <w:r w:rsidR="00CD780C">
        <w:rPr>
          <w:b/>
          <w:bCs/>
        </w:rPr>
        <w:t>EOS</w:t>
      </w:r>
      <w:r>
        <w:rPr>
          <w:b/>
          <w:bCs/>
        </w:rPr>
        <w:t xml:space="preserve"> treten an für echte Entlastung. Deshalb wollen wir die Steuern für alle um zehn Prozent senken. Mehr </w:t>
      </w:r>
      <w:r w:rsidR="00CD780C">
        <w:rPr>
          <w:b/>
          <w:bCs/>
        </w:rPr>
        <w:t>N</w:t>
      </w:r>
      <w:r>
        <w:rPr>
          <w:b/>
          <w:bCs/>
        </w:rPr>
        <w:t xml:space="preserve">etto vom Brutto, damit sich Leistung wieder lohnt und damit sich alle im Land wieder etwas aufbauen können. </w:t>
      </w:r>
    </w:p>
    <w:p w14:paraId="15B0E804" w14:textId="77777777" w:rsidR="000A02BB" w:rsidRDefault="000A02BB" w:rsidP="000A02BB">
      <w:pPr>
        <w:pStyle w:val="Text"/>
        <w:suppressAutoHyphens/>
      </w:pPr>
    </w:p>
    <w:p w14:paraId="09FC0ECA" w14:textId="3B2A1055" w:rsidR="00CD780C" w:rsidRPr="00CD780C" w:rsidRDefault="00CD780C" w:rsidP="00CD780C">
      <w:pPr>
        <w:spacing w:line="240" w:lineRule="auto"/>
        <w:rPr>
          <w:b/>
          <w:bCs/>
          <w:lang w:val="de-DE"/>
        </w:rPr>
      </w:pPr>
      <w:r w:rsidRPr="000A02BB">
        <w:rPr>
          <w:b/>
          <w:bCs/>
          <w:lang w:val="de-DE"/>
        </w:rPr>
        <w:t>#bereit24 #Reformkraft</w:t>
      </w:r>
    </w:p>
    <w:p w14:paraId="65430E37" w14:textId="77777777" w:rsidR="00CD780C" w:rsidRDefault="00CD780C" w:rsidP="000A02BB">
      <w:pPr>
        <w:pStyle w:val="Text"/>
        <w:suppressAutoHyphens/>
      </w:pPr>
    </w:p>
    <w:p w14:paraId="3EC19322" w14:textId="6B566A70" w:rsidR="000A02BB" w:rsidRDefault="00CD780C" w:rsidP="000A02BB">
      <w:pPr>
        <w:pStyle w:val="Text"/>
        <w:suppressAutoHyphens/>
      </w:pPr>
      <w:r>
        <w:t xml:space="preserve">Variante </w:t>
      </w:r>
      <w:r w:rsidR="000A02BB">
        <w:t>II</w:t>
      </w:r>
    </w:p>
    <w:p w14:paraId="08E0292F" w14:textId="77777777" w:rsidR="00CD780C" w:rsidRDefault="00CD780C" w:rsidP="000A02BB">
      <w:pPr>
        <w:pStyle w:val="Text"/>
        <w:suppressAutoHyphens/>
      </w:pPr>
    </w:p>
    <w:p w14:paraId="335A5DD3" w14:textId="5E386C8E" w:rsidR="00CD780C" w:rsidRDefault="00CD780C" w:rsidP="00CD780C">
      <w:pPr>
        <w:pStyle w:val="Text"/>
        <w:suppressAutoHyphens/>
        <w:rPr>
          <w:b/>
          <w:bCs/>
          <w:lang w:val="de-AT"/>
        </w:rPr>
      </w:pPr>
      <w:r w:rsidRPr="00CD780C">
        <w:rPr>
          <w:b/>
          <w:bCs/>
          <w:lang w:val="de-AT"/>
        </w:rPr>
        <w:t xml:space="preserve">Wir sorgen für die Entlastung, von der die anderen Parteien seit Jahren nur reden. Zehn Prozent mehr </w:t>
      </w:r>
      <w:r>
        <w:rPr>
          <w:b/>
          <w:bCs/>
          <w:lang w:val="de-AT"/>
        </w:rPr>
        <w:t>N</w:t>
      </w:r>
      <w:r w:rsidRPr="00CD780C">
        <w:rPr>
          <w:b/>
          <w:bCs/>
          <w:lang w:val="de-AT"/>
        </w:rPr>
        <w:t xml:space="preserve">etto vom Brutto für alle </w:t>
      </w:r>
      <w:proofErr w:type="spellStart"/>
      <w:proofErr w:type="gramStart"/>
      <w:r w:rsidRPr="00CD780C">
        <w:rPr>
          <w:b/>
          <w:bCs/>
          <w:lang w:val="de-AT"/>
        </w:rPr>
        <w:lastRenderedPageBreak/>
        <w:t>Steuerzahler:innen</w:t>
      </w:r>
      <w:proofErr w:type="spellEnd"/>
      <w:proofErr w:type="gramEnd"/>
      <w:r w:rsidRPr="00CD780C">
        <w:rPr>
          <w:b/>
          <w:bCs/>
          <w:lang w:val="de-AT"/>
        </w:rPr>
        <w:t xml:space="preserve"> in Österreich. Damit sich Leistung lohnt. Damit sich alle im Land wieder etwas aufbauen können.</w:t>
      </w:r>
    </w:p>
    <w:p w14:paraId="4A89B170" w14:textId="77777777" w:rsidR="00CD780C" w:rsidRDefault="00CD780C" w:rsidP="00CD780C">
      <w:pPr>
        <w:pStyle w:val="Text"/>
        <w:suppressAutoHyphens/>
        <w:rPr>
          <w:b/>
          <w:bCs/>
        </w:rPr>
      </w:pPr>
    </w:p>
    <w:p w14:paraId="7E8E1DA2" w14:textId="6BD0FE74" w:rsidR="00CD780C" w:rsidRPr="00CD780C" w:rsidRDefault="00CD780C" w:rsidP="00CD780C">
      <w:pPr>
        <w:spacing w:line="240" w:lineRule="auto"/>
        <w:rPr>
          <w:b/>
          <w:bCs/>
          <w:lang w:val="de-DE"/>
        </w:rPr>
      </w:pPr>
      <w:r w:rsidRPr="000A02BB">
        <w:rPr>
          <w:b/>
          <w:bCs/>
          <w:lang w:val="de-DE"/>
        </w:rPr>
        <w:t>#bereit24 #Reformkraft</w:t>
      </w:r>
    </w:p>
    <w:p w14:paraId="73BE445D" w14:textId="77777777" w:rsidR="000A02BB" w:rsidRDefault="000A02BB" w:rsidP="000A02BB">
      <w:pPr>
        <w:pStyle w:val="Text"/>
        <w:suppressAutoHyphens/>
        <w:rPr>
          <w:b/>
          <w:bCs/>
        </w:rPr>
      </w:pPr>
    </w:p>
    <w:p w14:paraId="65518F61" w14:textId="24194AEC" w:rsidR="000A02BB" w:rsidRDefault="00CD780C" w:rsidP="000A02BB">
      <w:pPr>
        <w:pStyle w:val="Text"/>
        <w:suppressAutoHyphens/>
      </w:pPr>
      <w:r>
        <w:t xml:space="preserve">Variante </w:t>
      </w:r>
      <w:r w:rsidR="000A02BB">
        <w:t>III</w:t>
      </w:r>
    </w:p>
    <w:p w14:paraId="58E440E6" w14:textId="77777777" w:rsidR="00CD780C" w:rsidRDefault="00CD780C" w:rsidP="000A02BB">
      <w:pPr>
        <w:pStyle w:val="Text"/>
        <w:suppressAutoHyphens/>
      </w:pPr>
    </w:p>
    <w:p w14:paraId="04F67627" w14:textId="77777777" w:rsidR="000A02BB" w:rsidRDefault="000A02BB" w:rsidP="000A02BB">
      <w:pPr>
        <w:pStyle w:val="Text"/>
        <w:suppressAutoHyphens/>
        <w:rPr>
          <w:b/>
          <w:bCs/>
        </w:rPr>
      </w:pPr>
      <w:r>
        <w:rPr>
          <w:b/>
          <w:bCs/>
        </w:rPr>
        <w:t>Echte Entlastung braucht konkrete Maßnahmen und Taten. Deshalb setzen wir uns ein für zehn Prozent mehr Netto vom Brutto für alle. Machen wir Österreich wieder leistungsgerecht!</w:t>
      </w:r>
    </w:p>
    <w:p w14:paraId="7E1F5795" w14:textId="77777777" w:rsidR="000A02BB" w:rsidRDefault="000A02BB" w:rsidP="000A02BB">
      <w:pPr>
        <w:pStyle w:val="Text"/>
        <w:suppressAutoHyphens/>
        <w:rPr>
          <w:b/>
          <w:bCs/>
        </w:rPr>
      </w:pPr>
    </w:p>
    <w:p w14:paraId="08AB8E01" w14:textId="77777777" w:rsidR="00CD780C" w:rsidRPr="000A02BB" w:rsidRDefault="00CD780C" w:rsidP="00CD780C">
      <w:pPr>
        <w:spacing w:line="240" w:lineRule="auto"/>
        <w:rPr>
          <w:b/>
          <w:bCs/>
          <w:lang w:val="de-DE"/>
        </w:rPr>
      </w:pPr>
      <w:r w:rsidRPr="000A02BB">
        <w:rPr>
          <w:b/>
          <w:bCs/>
          <w:lang w:val="de-DE"/>
        </w:rPr>
        <w:t>#bereit24 #Reformkraft</w:t>
      </w:r>
    </w:p>
    <w:p w14:paraId="484EA0D9" w14:textId="77777777" w:rsidR="000A02BB" w:rsidRDefault="000A02BB" w:rsidP="000A02BB">
      <w:pPr>
        <w:pStyle w:val="Text"/>
        <w:suppressAutoHyphens/>
      </w:pPr>
    </w:p>
    <w:p w14:paraId="0B7D92D5" w14:textId="27E5271B" w:rsidR="000A02BB" w:rsidRDefault="000A02BB" w:rsidP="000A02BB">
      <w:pPr>
        <w:pStyle w:val="Text"/>
        <w:pBdr>
          <w:bottom w:val="single" w:sz="12" w:space="1" w:color="auto"/>
        </w:pBdr>
        <w:suppressAutoHyphens/>
      </w:pPr>
    </w:p>
    <w:p w14:paraId="1F2D4CB9" w14:textId="77777777" w:rsidR="005121AA" w:rsidRDefault="005121AA" w:rsidP="000A02BB">
      <w:pPr>
        <w:pStyle w:val="Text"/>
        <w:pBdr>
          <w:top w:val="none" w:sz="0" w:space="0" w:color="auto"/>
        </w:pBdr>
        <w:suppressAutoHyphens/>
      </w:pPr>
    </w:p>
    <w:p w14:paraId="406C5D79" w14:textId="77777777" w:rsidR="000A02BB" w:rsidRDefault="000A02BB" w:rsidP="000A02BB">
      <w:pPr>
        <w:pStyle w:val="Text"/>
        <w:suppressAutoHyphens/>
      </w:pPr>
    </w:p>
    <w:p w14:paraId="184ACB8B" w14:textId="77777777" w:rsidR="000A02BB" w:rsidRDefault="000A02BB" w:rsidP="000A02BB">
      <w:pPr>
        <w:pStyle w:val="Text"/>
        <w:suppressAutoHyphens/>
      </w:pPr>
    </w:p>
    <w:p w14:paraId="086F4C25" w14:textId="77777777" w:rsidR="000A02BB" w:rsidRDefault="000A02BB" w:rsidP="000A02BB">
      <w:pPr>
        <w:pStyle w:val="Text"/>
        <w:suppressAutoHyphens/>
      </w:pPr>
      <w:r>
        <w:t xml:space="preserve">CAPTION – FLÜGEL HEBEN </w:t>
      </w:r>
    </w:p>
    <w:p w14:paraId="30C8E735" w14:textId="77777777" w:rsidR="000A02BB" w:rsidRDefault="000A02BB" w:rsidP="000A02BB">
      <w:pPr>
        <w:pStyle w:val="Text"/>
        <w:suppressAutoHyphens/>
      </w:pPr>
    </w:p>
    <w:p w14:paraId="265AA5D6" w14:textId="381A6188" w:rsidR="000A02BB" w:rsidRDefault="00CD780C" w:rsidP="000A02BB">
      <w:pPr>
        <w:pStyle w:val="Text"/>
        <w:suppressAutoHyphens/>
      </w:pPr>
      <w:r>
        <w:t xml:space="preserve">Variante </w:t>
      </w:r>
      <w:r w:rsidR="000A02BB">
        <w:t>I</w:t>
      </w:r>
    </w:p>
    <w:p w14:paraId="4A467A2C" w14:textId="77777777" w:rsidR="00CD780C" w:rsidRDefault="00CD780C" w:rsidP="000A02BB">
      <w:pPr>
        <w:pStyle w:val="Text"/>
        <w:suppressAutoHyphens/>
      </w:pPr>
    </w:p>
    <w:p w14:paraId="7E98C473" w14:textId="77777777" w:rsidR="000A02BB" w:rsidRDefault="000A02BB" w:rsidP="000A02BB">
      <w:pPr>
        <w:pStyle w:val="Text"/>
        <w:suppressAutoHyphens/>
        <w:rPr>
          <w:b/>
          <w:bCs/>
        </w:rPr>
      </w:pPr>
      <w:r>
        <w:rPr>
          <w:b/>
          <w:bCs/>
        </w:rPr>
        <w:t>Wir wollen jedem Kind die Flügel heben. NEOS treten an für Chancengerechtigkeit ab dem ersten Schuljahr. Damit alle Kinder des Landes die beste Bildung erhalten und endlich die gleichen Startchancen haben.</w:t>
      </w:r>
    </w:p>
    <w:p w14:paraId="33895D74" w14:textId="77777777" w:rsidR="005121AA" w:rsidRDefault="005121AA" w:rsidP="000A02BB">
      <w:pPr>
        <w:pStyle w:val="Text"/>
        <w:suppressAutoHyphens/>
        <w:rPr>
          <w:b/>
          <w:bCs/>
        </w:rPr>
      </w:pPr>
    </w:p>
    <w:p w14:paraId="34BAEB22" w14:textId="1382698C" w:rsidR="005121AA" w:rsidRPr="005121AA" w:rsidRDefault="005121AA" w:rsidP="005121AA">
      <w:pPr>
        <w:spacing w:line="240" w:lineRule="auto"/>
        <w:rPr>
          <w:b/>
          <w:bCs/>
          <w:lang w:val="de-DE"/>
        </w:rPr>
      </w:pPr>
      <w:r w:rsidRPr="000A02BB">
        <w:rPr>
          <w:b/>
          <w:bCs/>
          <w:lang w:val="de-DE"/>
        </w:rPr>
        <w:t>#bereit24 #Reformkraft</w:t>
      </w:r>
    </w:p>
    <w:p w14:paraId="45B57B72" w14:textId="77777777" w:rsidR="000A02BB" w:rsidRDefault="000A02BB" w:rsidP="000A02BB">
      <w:pPr>
        <w:pStyle w:val="Text"/>
        <w:suppressAutoHyphens/>
      </w:pPr>
    </w:p>
    <w:p w14:paraId="24173E70" w14:textId="77777777" w:rsidR="005934E9" w:rsidRDefault="005934E9" w:rsidP="000A02BB">
      <w:pPr>
        <w:pStyle w:val="Text"/>
        <w:suppressAutoHyphens/>
      </w:pPr>
      <w:r>
        <w:t xml:space="preserve">Variante </w:t>
      </w:r>
      <w:r w:rsidR="000A02BB">
        <w:t>II</w:t>
      </w:r>
    </w:p>
    <w:p w14:paraId="60501138" w14:textId="2CFCD390" w:rsidR="000A02BB" w:rsidRDefault="000A02BB" w:rsidP="005934E9">
      <w:pPr>
        <w:pStyle w:val="Text"/>
        <w:suppressAutoHyphens/>
        <w:rPr>
          <w:b/>
          <w:bCs/>
          <w:lang w:val="de-AT"/>
        </w:rPr>
      </w:pPr>
      <w:r>
        <w:br/>
      </w:r>
      <w:r w:rsidR="005934E9" w:rsidRPr="005934E9">
        <w:rPr>
          <w:b/>
          <w:bCs/>
          <w:lang w:val="de-AT"/>
        </w:rPr>
        <w:t>NEOS machen Kindergärten und Schulen wieder zu Orten, an denen man gerne lernt und arbeitet – und die unsere Kinder gut auf das Leben in unserer liberalen, demokratischen Gemeinschaft vorbereiten. Unabhängig von Bildungsgrad und Elternhaus verdient jedes Kind die bestmögliche Bildung.</w:t>
      </w:r>
    </w:p>
    <w:p w14:paraId="17468501" w14:textId="77777777" w:rsidR="005121AA" w:rsidRDefault="005121AA" w:rsidP="005934E9">
      <w:pPr>
        <w:pStyle w:val="Text"/>
        <w:suppressAutoHyphens/>
        <w:rPr>
          <w:b/>
          <w:bCs/>
          <w:lang w:val="de-AT"/>
        </w:rPr>
      </w:pPr>
    </w:p>
    <w:p w14:paraId="37CECC5A" w14:textId="77777777" w:rsidR="005121AA" w:rsidRPr="000A02BB" w:rsidRDefault="005121AA" w:rsidP="005121AA">
      <w:pPr>
        <w:spacing w:line="240" w:lineRule="auto"/>
        <w:rPr>
          <w:b/>
          <w:bCs/>
          <w:lang w:val="de-DE"/>
        </w:rPr>
      </w:pPr>
      <w:r w:rsidRPr="000A02BB">
        <w:rPr>
          <w:b/>
          <w:bCs/>
          <w:lang w:val="de-DE"/>
        </w:rPr>
        <w:t>#bereit24 #Reformkraft</w:t>
      </w:r>
    </w:p>
    <w:p w14:paraId="0C5D0983" w14:textId="77777777" w:rsidR="005934E9" w:rsidRDefault="005934E9" w:rsidP="005934E9">
      <w:pPr>
        <w:pStyle w:val="Text"/>
        <w:suppressAutoHyphens/>
        <w:rPr>
          <w:rStyle w:val="Ohne"/>
          <w:b/>
          <w:bCs/>
        </w:rPr>
      </w:pPr>
    </w:p>
    <w:p w14:paraId="7AB17286" w14:textId="4CA85C6A" w:rsidR="000A02BB" w:rsidRDefault="005934E9" w:rsidP="000A02BB">
      <w:pPr>
        <w:pStyle w:val="Text"/>
        <w:suppressAutoHyphens/>
      </w:pPr>
      <w:r>
        <w:t xml:space="preserve">Variante </w:t>
      </w:r>
      <w:r w:rsidR="000A02BB">
        <w:t>III</w:t>
      </w:r>
    </w:p>
    <w:p w14:paraId="589FEF3A" w14:textId="77777777" w:rsidR="005934E9" w:rsidRDefault="005934E9" w:rsidP="000A02BB">
      <w:pPr>
        <w:pStyle w:val="Text"/>
        <w:suppressAutoHyphens/>
      </w:pPr>
    </w:p>
    <w:p w14:paraId="04836F13" w14:textId="77777777" w:rsidR="000A02BB" w:rsidRDefault="000A02BB" w:rsidP="000A02BB">
      <w:pPr>
        <w:pStyle w:val="Text"/>
        <w:suppressAutoHyphens/>
        <w:rPr>
          <w:b/>
          <w:bCs/>
        </w:rPr>
      </w:pPr>
      <w:r>
        <w:rPr>
          <w:b/>
          <w:bCs/>
        </w:rPr>
        <w:t xml:space="preserve">Die Zukunft des Landes wird heute gemacht. Deshalb wollen wir jedem Kind in Österreich die Flügel heben. Für ein erfolgreiches und selbstbestimmtes Leben setzen wir uns deshalb für eine umfassende Bildungsreform und 20.000 zusätzliche </w:t>
      </w:r>
      <w:proofErr w:type="spellStart"/>
      <w:proofErr w:type="gramStart"/>
      <w:r>
        <w:rPr>
          <w:b/>
          <w:bCs/>
        </w:rPr>
        <w:t>Pädagog:innen</w:t>
      </w:r>
      <w:proofErr w:type="spellEnd"/>
      <w:proofErr w:type="gramEnd"/>
      <w:r>
        <w:rPr>
          <w:b/>
          <w:bCs/>
        </w:rPr>
        <w:t xml:space="preserve"> ein.</w:t>
      </w:r>
    </w:p>
    <w:p w14:paraId="4148F110" w14:textId="77777777" w:rsidR="000A02BB" w:rsidRDefault="000A02BB" w:rsidP="000A02BB">
      <w:pPr>
        <w:pStyle w:val="Text"/>
        <w:suppressAutoHyphens/>
        <w:rPr>
          <w:b/>
          <w:bCs/>
        </w:rPr>
      </w:pPr>
    </w:p>
    <w:p w14:paraId="6859E7F1" w14:textId="77777777" w:rsidR="005121AA" w:rsidRPr="000A02BB" w:rsidRDefault="005121AA" w:rsidP="005121AA">
      <w:pPr>
        <w:spacing w:line="240" w:lineRule="auto"/>
        <w:rPr>
          <w:b/>
          <w:bCs/>
          <w:lang w:val="de-DE"/>
        </w:rPr>
      </w:pPr>
      <w:r w:rsidRPr="000A02BB">
        <w:rPr>
          <w:b/>
          <w:bCs/>
          <w:lang w:val="de-DE"/>
        </w:rPr>
        <w:t>#bereit24 #Reformkraft</w:t>
      </w:r>
    </w:p>
    <w:p w14:paraId="2654BF64" w14:textId="77777777" w:rsidR="000A02BB" w:rsidRDefault="000A02BB" w:rsidP="000A02BB">
      <w:pPr>
        <w:pStyle w:val="Text"/>
        <w:suppressAutoHyphens/>
      </w:pPr>
    </w:p>
    <w:p w14:paraId="094E80E4" w14:textId="2CD32CA1" w:rsidR="005121AA" w:rsidRDefault="005121AA" w:rsidP="000A02BB">
      <w:pPr>
        <w:pStyle w:val="Text"/>
        <w:pBdr>
          <w:bottom w:val="single" w:sz="12" w:space="1" w:color="auto"/>
        </w:pBdr>
        <w:suppressAutoHyphens/>
      </w:pPr>
    </w:p>
    <w:p w14:paraId="1B873399" w14:textId="77777777" w:rsidR="005121AA" w:rsidRDefault="005121AA" w:rsidP="000A02BB">
      <w:pPr>
        <w:pStyle w:val="Text"/>
        <w:pBdr>
          <w:top w:val="none" w:sz="0" w:space="0" w:color="auto"/>
        </w:pBdr>
        <w:suppressAutoHyphens/>
      </w:pPr>
    </w:p>
    <w:p w14:paraId="27060A9C" w14:textId="77777777" w:rsidR="005121AA" w:rsidRDefault="005121AA" w:rsidP="000A02BB">
      <w:pPr>
        <w:pStyle w:val="Text"/>
        <w:suppressAutoHyphens/>
      </w:pPr>
    </w:p>
    <w:p w14:paraId="1C3F2B3C" w14:textId="77777777" w:rsidR="000A02BB" w:rsidRDefault="000A02BB" w:rsidP="000A02BB">
      <w:pPr>
        <w:pStyle w:val="Text"/>
        <w:suppressAutoHyphens/>
      </w:pPr>
    </w:p>
    <w:p w14:paraId="3E6A5059" w14:textId="77777777" w:rsidR="000A02BB" w:rsidRDefault="000A02BB" w:rsidP="000A02BB">
      <w:pPr>
        <w:pStyle w:val="Text"/>
        <w:suppressAutoHyphens/>
      </w:pPr>
      <w:r>
        <w:t xml:space="preserve">CAPTION – POSTENSCHACHER STOPPEN </w:t>
      </w:r>
    </w:p>
    <w:p w14:paraId="0F993EFA" w14:textId="77777777" w:rsidR="000A02BB" w:rsidRDefault="000A02BB" w:rsidP="000A02BB">
      <w:pPr>
        <w:pStyle w:val="Text"/>
        <w:suppressAutoHyphens/>
      </w:pPr>
    </w:p>
    <w:p w14:paraId="0511ABBB" w14:textId="77777777" w:rsidR="000A02BB" w:rsidRDefault="000A02BB" w:rsidP="000A02BB">
      <w:pPr>
        <w:pStyle w:val="Text"/>
        <w:suppressAutoHyphens/>
      </w:pPr>
    </w:p>
    <w:p w14:paraId="11F5CD2C" w14:textId="0D4A6E65" w:rsidR="000A02BB" w:rsidRDefault="005934E9" w:rsidP="000A02BB">
      <w:pPr>
        <w:pStyle w:val="Text"/>
        <w:suppressAutoHyphens/>
      </w:pPr>
      <w:r>
        <w:t xml:space="preserve">Variante </w:t>
      </w:r>
      <w:r w:rsidR="000A02BB">
        <w:t>I</w:t>
      </w:r>
    </w:p>
    <w:p w14:paraId="36BA9173" w14:textId="77777777" w:rsidR="005934E9" w:rsidRDefault="005934E9" w:rsidP="000A02BB">
      <w:pPr>
        <w:pStyle w:val="Text"/>
        <w:suppressAutoHyphens/>
      </w:pPr>
    </w:p>
    <w:p w14:paraId="6D48C8DF" w14:textId="0F606D22" w:rsidR="005934E9" w:rsidRDefault="005934E9" w:rsidP="005934E9">
      <w:pPr>
        <w:pStyle w:val="Text"/>
        <w:suppressAutoHyphens/>
        <w:rPr>
          <w:b/>
          <w:bCs/>
          <w:lang w:val="de-AT"/>
        </w:rPr>
      </w:pPr>
      <w:r w:rsidRPr="005934E9">
        <w:rPr>
          <w:b/>
          <w:bCs/>
          <w:lang w:val="de-AT"/>
        </w:rPr>
        <w:t>In Österreich gibt es zwar eines der teuersten Parteiensysteme der Welt, doch immer weniger Menschen vertrauen der Politik. Wir fordern deshalb: Aus dem Postenschacher! NEOS setzen sich ein für transparente Besetzungen in der öffentlichen Verwaltung mit verpflichtenden Hearings für echte Kontrolle.</w:t>
      </w:r>
    </w:p>
    <w:p w14:paraId="2911D347" w14:textId="77777777" w:rsidR="005934E9" w:rsidRDefault="005934E9" w:rsidP="005934E9">
      <w:pPr>
        <w:pStyle w:val="Text"/>
        <w:suppressAutoHyphens/>
        <w:rPr>
          <w:b/>
          <w:bCs/>
        </w:rPr>
      </w:pPr>
    </w:p>
    <w:p w14:paraId="1CEC6168" w14:textId="42F79AA7" w:rsidR="005934E9" w:rsidRPr="005934E9" w:rsidRDefault="005934E9" w:rsidP="005934E9">
      <w:pPr>
        <w:spacing w:line="240" w:lineRule="auto"/>
        <w:rPr>
          <w:b/>
          <w:bCs/>
          <w:lang w:val="de-DE"/>
        </w:rPr>
      </w:pPr>
      <w:r w:rsidRPr="005934E9">
        <w:rPr>
          <w:b/>
          <w:bCs/>
          <w:lang w:val="de-DE"/>
        </w:rPr>
        <w:t>#bereit24 #Reformkraft</w:t>
      </w:r>
    </w:p>
    <w:p w14:paraId="56B5F0B7" w14:textId="77777777" w:rsidR="000A02BB" w:rsidRDefault="000A02BB" w:rsidP="000A02BB">
      <w:pPr>
        <w:pStyle w:val="Text"/>
        <w:suppressAutoHyphens/>
        <w:rPr>
          <w:b/>
          <w:bCs/>
        </w:rPr>
      </w:pPr>
    </w:p>
    <w:p w14:paraId="1CE07F3D" w14:textId="0A21A4BA" w:rsidR="000A02BB" w:rsidRDefault="005934E9" w:rsidP="000A02BB">
      <w:pPr>
        <w:pStyle w:val="Text"/>
        <w:suppressAutoHyphens/>
      </w:pPr>
      <w:r>
        <w:t xml:space="preserve">Variante </w:t>
      </w:r>
      <w:r w:rsidR="000A02BB">
        <w:t>II</w:t>
      </w:r>
    </w:p>
    <w:p w14:paraId="5DDDBB2A" w14:textId="77777777" w:rsidR="005934E9" w:rsidRDefault="005934E9" w:rsidP="000A02BB">
      <w:pPr>
        <w:pStyle w:val="Text"/>
        <w:suppressAutoHyphens/>
      </w:pPr>
    </w:p>
    <w:p w14:paraId="5D55363E" w14:textId="0B62F586" w:rsidR="000A02BB" w:rsidRDefault="005934E9" w:rsidP="005934E9">
      <w:pPr>
        <w:pStyle w:val="Text"/>
        <w:suppressAutoHyphens/>
        <w:rPr>
          <w:b/>
          <w:bCs/>
          <w:lang w:val="de-AT"/>
        </w:rPr>
      </w:pPr>
      <w:proofErr w:type="spellStart"/>
      <w:proofErr w:type="gramStart"/>
      <w:r w:rsidRPr="005934E9">
        <w:rPr>
          <w:b/>
          <w:bCs/>
          <w:lang w:val="de-AT"/>
        </w:rPr>
        <w:t>Keine:r</w:t>
      </w:r>
      <w:proofErr w:type="spellEnd"/>
      <w:proofErr w:type="gramEnd"/>
      <w:r w:rsidRPr="005934E9">
        <w:rPr>
          <w:b/>
          <w:bCs/>
          <w:lang w:val="de-AT"/>
        </w:rPr>
        <w:t xml:space="preserve"> darf mehr das Gefühl haben, dass man es sich in Österreich richten kann, solange man die richtigen Leute kennt. NEOS setzen sich ein für eine umfassende Transparenz-Reform und ein Ende der Hinterzimmer und des Postenschachers.</w:t>
      </w:r>
    </w:p>
    <w:p w14:paraId="5DE72B46" w14:textId="77777777" w:rsidR="005934E9" w:rsidRDefault="005934E9" w:rsidP="005934E9">
      <w:pPr>
        <w:pStyle w:val="Text"/>
        <w:suppressAutoHyphens/>
      </w:pPr>
    </w:p>
    <w:p w14:paraId="4FB0AD76" w14:textId="10CF1AB7" w:rsidR="005934E9" w:rsidRPr="005934E9" w:rsidRDefault="005934E9" w:rsidP="005934E9">
      <w:pPr>
        <w:spacing w:line="240" w:lineRule="auto"/>
        <w:rPr>
          <w:b/>
          <w:bCs/>
          <w:lang w:val="de-DE"/>
        </w:rPr>
      </w:pPr>
      <w:r w:rsidRPr="005934E9">
        <w:rPr>
          <w:b/>
          <w:bCs/>
          <w:lang w:val="de-DE"/>
        </w:rPr>
        <w:t>#bereit24 #Reformkraft</w:t>
      </w:r>
    </w:p>
    <w:p w14:paraId="27A6D69C" w14:textId="77777777" w:rsidR="005934E9" w:rsidRDefault="005934E9" w:rsidP="000A02BB">
      <w:pPr>
        <w:pStyle w:val="Text"/>
        <w:suppressAutoHyphens/>
      </w:pPr>
    </w:p>
    <w:p w14:paraId="290EE355" w14:textId="47B93A3A" w:rsidR="000A02BB" w:rsidRDefault="005934E9" w:rsidP="000A02BB">
      <w:pPr>
        <w:pStyle w:val="Text"/>
        <w:suppressAutoHyphens/>
      </w:pPr>
      <w:r>
        <w:t xml:space="preserve">Variante </w:t>
      </w:r>
      <w:r w:rsidR="000A02BB">
        <w:t>III</w:t>
      </w:r>
    </w:p>
    <w:p w14:paraId="7C65F54D" w14:textId="77777777" w:rsidR="005934E9" w:rsidRDefault="005934E9" w:rsidP="000A02BB">
      <w:pPr>
        <w:pStyle w:val="Text"/>
        <w:suppressAutoHyphens/>
      </w:pPr>
    </w:p>
    <w:p w14:paraId="3B34028E" w14:textId="77777777" w:rsidR="000A02BB" w:rsidRDefault="000A02BB" w:rsidP="000A02BB">
      <w:pPr>
        <w:pStyle w:val="Text"/>
        <w:suppressAutoHyphens/>
        <w:rPr>
          <w:b/>
          <w:bCs/>
        </w:rPr>
      </w:pPr>
      <w:r>
        <w:rPr>
          <w:b/>
          <w:bCs/>
        </w:rPr>
        <w:t xml:space="preserve">Wer NEOS wählt, bekommt 100 % Transparenz und ein Ende des </w:t>
      </w:r>
      <w:proofErr w:type="spellStart"/>
      <w:r>
        <w:rPr>
          <w:b/>
          <w:bCs/>
        </w:rPr>
        <w:t>Postengeschachers</w:t>
      </w:r>
      <w:proofErr w:type="spellEnd"/>
      <w:r>
        <w:rPr>
          <w:b/>
          <w:bCs/>
        </w:rPr>
        <w:t xml:space="preserve">. Wir stehen für eine ehrliche Regierung und für transparente Besetzungen in der </w:t>
      </w:r>
      <w:r w:rsidRPr="00993BC2">
        <w:rPr>
          <w:b/>
          <w:bCs/>
        </w:rPr>
        <w:t>ö</w:t>
      </w:r>
      <w:r>
        <w:rPr>
          <w:b/>
          <w:bCs/>
        </w:rPr>
        <w:t xml:space="preserve">ffentlichen Verwaltung mit verpflichtenden </w:t>
      </w:r>
      <w:r w:rsidRPr="00993BC2">
        <w:rPr>
          <w:b/>
          <w:bCs/>
        </w:rPr>
        <w:t>Hearings</w:t>
      </w:r>
      <w:r>
        <w:rPr>
          <w:b/>
          <w:bCs/>
        </w:rPr>
        <w:t>.</w:t>
      </w:r>
    </w:p>
    <w:p w14:paraId="0AA09FD5" w14:textId="77777777" w:rsidR="005934E9" w:rsidRDefault="005934E9" w:rsidP="000A02BB">
      <w:pPr>
        <w:pStyle w:val="Text"/>
        <w:suppressAutoHyphens/>
        <w:rPr>
          <w:b/>
          <w:bCs/>
        </w:rPr>
      </w:pPr>
    </w:p>
    <w:p w14:paraId="1577F7A7" w14:textId="751D3B77" w:rsidR="004D16C1" w:rsidRPr="005934E9" w:rsidRDefault="004D16C1" w:rsidP="000A02BB">
      <w:pPr>
        <w:spacing w:line="240" w:lineRule="auto"/>
        <w:rPr>
          <w:b/>
          <w:bCs/>
          <w:lang w:val="de-DE"/>
        </w:rPr>
      </w:pPr>
      <w:r w:rsidRPr="005934E9">
        <w:rPr>
          <w:b/>
          <w:bCs/>
          <w:lang w:val="de-DE"/>
        </w:rPr>
        <w:t>#bereit24 #</w:t>
      </w:r>
      <w:r w:rsidR="004B36AF" w:rsidRPr="005934E9">
        <w:rPr>
          <w:b/>
          <w:bCs/>
          <w:lang w:val="de-DE"/>
        </w:rPr>
        <w:t>R</w:t>
      </w:r>
      <w:r w:rsidRPr="005934E9">
        <w:rPr>
          <w:b/>
          <w:bCs/>
          <w:lang w:val="de-DE"/>
        </w:rPr>
        <w:t>eformkraft</w:t>
      </w:r>
    </w:p>
    <w:p w14:paraId="36646D94" w14:textId="77777777" w:rsidR="004D16C1" w:rsidRDefault="004D16C1" w:rsidP="000A02BB">
      <w:pPr>
        <w:spacing w:line="240" w:lineRule="auto"/>
      </w:pPr>
    </w:p>
    <w:p w14:paraId="45CC8B2D" w14:textId="77777777" w:rsidR="00534E30" w:rsidRPr="007717F7" w:rsidRDefault="00534E30" w:rsidP="000A02BB">
      <w:pPr>
        <w:spacing w:line="240" w:lineRule="auto"/>
        <w:rPr>
          <w:rFonts w:ascii="Arial" w:hAnsi="Arial" w:cs="Arial"/>
          <w:sz w:val="28"/>
          <w:szCs w:val="28"/>
          <w:lang w:val="de-DE"/>
        </w:rPr>
      </w:pPr>
    </w:p>
    <w:sectPr w:rsidR="00534E30" w:rsidRPr="007717F7" w:rsidSect="00787208">
      <w:headerReference w:type="default" r:id="rId7"/>
      <w:footerReference w:type="default" r:id="rId8"/>
      <w:pgSz w:w="11906" w:h="16838"/>
      <w:pgMar w:top="1417" w:right="2976"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80D5C" w14:textId="77777777" w:rsidR="003A6E7D" w:rsidRDefault="003A6E7D">
      <w:pPr>
        <w:spacing w:after="0" w:line="240" w:lineRule="auto"/>
      </w:pPr>
      <w:r>
        <w:separator/>
      </w:r>
    </w:p>
  </w:endnote>
  <w:endnote w:type="continuationSeparator" w:id="0">
    <w:p w14:paraId="0C26D7FF" w14:textId="77777777" w:rsidR="003A6E7D" w:rsidRDefault="003A6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D3536" w14:textId="77777777" w:rsidR="00EB168C" w:rsidRDefault="00000000">
    <w:pPr>
      <w:pStyle w:val="Footer"/>
      <w:jc w:val="center"/>
    </w:pPr>
    <w:r>
      <w:rPr>
        <w:lang w:val="de-DE"/>
      </w:rPr>
      <w:fldChar w:fldCharType="begin"/>
    </w:r>
    <w:r>
      <w:rPr>
        <w:lang w:val="de-DE"/>
      </w:rPr>
      <w:instrText xml:space="preserve"> PAGE </w:instrText>
    </w:r>
    <w:r>
      <w:rPr>
        <w:lang w:val="de-DE"/>
      </w:rPr>
      <w:fldChar w:fldCharType="separate"/>
    </w:r>
    <w:r>
      <w:rPr>
        <w:lang w:val="de-DE"/>
      </w:rPr>
      <w:t>2</w:t>
    </w:r>
    <w:r>
      <w:rPr>
        <w:lang w:val="de-DE"/>
      </w:rPr>
      <w:fldChar w:fldCharType="end"/>
    </w:r>
  </w:p>
  <w:p w14:paraId="586F3C45" w14:textId="77777777" w:rsidR="00EB168C" w:rsidRDefault="00EB1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DD1EA" w14:textId="77777777" w:rsidR="003A6E7D" w:rsidRDefault="003A6E7D">
      <w:pPr>
        <w:spacing w:after="0" w:line="240" w:lineRule="auto"/>
      </w:pPr>
      <w:r>
        <w:rPr>
          <w:color w:val="000000"/>
        </w:rPr>
        <w:separator/>
      </w:r>
    </w:p>
  </w:footnote>
  <w:footnote w:type="continuationSeparator" w:id="0">
    <w:p w14:paraId="3BD2AED9" w14:textId="77777777" w:rsidR="003A6E7D" w:rsidRDefault="003A6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AE2BE" w14:textId="77777777" w:rsidR="00EB168C" w:rsidRDefault="00000000">
    <w:pPr>
      <w:pStyle w:val="Header"/>
    </w:pPr>
    <w:r>
      <w:rPr>
        <w:noProof/>
      </w:rPr>
      <w:drawing>
        <wp:anchor distT="0" distB="0" distL="114300" distR="114300" simplePos="0" relativeHeight="251659264" behindDoc="0" locked="0" layoutInCell="1" allowOverlap="1" wp14:anchorId="3240AA73" wp14:editId="75D7C88E">
          <wp:simplePos x="0" y="0"/>
          <wp:positionH relativeFrom="column">
            <wp:posOffset>5412105</wp:posOffset>
          </wp:positionH>
          <wp:positionV relativeFrom="paragraph">
            <wp:posOffset>-62234</wp:posOffset>
          </wp:positionV>
          <wp:extent cx="914400" cy="320872"/>
          <wp:effectExtent l="0" t="0" r="0" b="2978"/>
          <wp:wrapNone/>
          <wp:docPr id="355618388" name="Grafik 1" descr="Ein Bild, das Schrift, Grafiken, Logo, Grafikdesign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14400" cy="320872"/>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00B12"/>
    <w:multiLevelType w:val="multilevel"/>
    <w:tmpl w:val="AF4C82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4063B77"/>
    <w:multiLevelType w:val="hybridMultilevel"/>
    <w:tmpl w:val="5A06EA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0581B"/>
    <w:multiLevelType w:val="hybridMultilevel"/>
    <w:tmpl w:val="D26ADAF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AE15F3"/>
    <w:multiLevelType w:val="hybridMultilevel"/>
    <w:tmpl w:val="3E52563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6411149"/>
    <w:multiLevelType w:val="hybridMultilevel"/>
    <w:tmpl w:val="150CB11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011761"/>
    <w:multiLevelType w:val="hybridMultilevel"/>
    <w:tmpl w:val="3926BD0A"/>
    <w:lvl w:ilvl="0" w:tplc="BE042F6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179351704">
    <w:abstractNumId w:val="0"/>
  </w:num>
  <w:num w:numId="2" w16cid:durableId="616836636">
    <w:abstractNumId w:val="1"/>
  </w:num>
  <w:num w:numId="3" w16cid:durableId="1171718203">
    <w:abstractNumId w:val="4"/>
  </w:num>
  <w:num w:numId="4" w16cid:durableId="2130126824">
    <w:abstractNumId w:val="3"/>
  </w:num>
  <w:num w:numId="5" w16cid:durableId="790125739">
    <w:abstractNumId w:val="5"/>
  </w:num>
  <w:num w:numId="6" w16cid:durableId="875655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19E"/>
    <w:rsid w:val="00031308"/>
    <w:rsid w:val="00074B64"/>
    <w:rsid w:val="0008053A"/>
    <w:rsid w:val="0009519E"/>
    <w:rsid w:val="000A02BB"/>
    <w:rsid w:val="000A2083"/>
    <w:rsid w:val="00112200"/>
    <w:rsid w:val="0017530E"/>
    <w:rsid w:val="001A6A29"/>
    <w:rsid w:val="001E1C06"/>
    <w:rsid w:val="002E4BEA"/>
    <w:rsid w:val="0034228E"/>
    <w:rsid w:val="003A6E7D"/>
    <w:rsid w:val="003E06DC"/>
    <w:rsid w:val="003E1188"/>
    <w:rsid w:val="00441999"/>
    <w:rsid w:val="00490FE3"/>
    <w:rsid w:val="004B36AF"/>
    <w:rsid w:val="004D16C1"/>
    <w:rsid w:val="005121AA"/>
    <w:rsid w:val="00530750"/>
    <w:rsid w:val="00534E30"/>
    <w:rsid w:val="005934E9"/>
    <w:rsid w:val="00627DEC"/>
    <w:rsid w:val="00660ADF"/>
    <w:rsid w:val="006725F1"/>
    <w:rsid w:val="00717F54"/>
    <w:rsid w:val="00726065"/>
    <w:rsid w:val="00747D60"/>
    <w:rsid w:val="007717F7"/>
    <w:rsid w:val="00787208"/>
    <w:rsid w:val="007C03F9"/>
    <w:rsid w:val="007E6FC6"/>
    <w:rsid w:val="00891CB2"/>
    <w:rsid w:val="008F0788"/>
    <w:rsid w:val="00906445"/>
    <w:rsid w:val="00955D92"/>
    <w:rsid w:val="00964C15"/>
    <w:rsid w:val="00972B92"/>
    <w:rsid w:val="009A31B1"/>
    <w:rsid w:val="00A01D8B"/>
    <w:rsid w:val="00A1013B"/>
    <w:rsid w:val="00A73276"/>
    <w:rsid w:val="00AA33D4"/>
    <w:rsid w:val="00AC5C5A"/>
    <w:rsid w:val="00B72F08"/>
    <w:rsid w:val="00BD3E20"/>
    <w:rsid w:val="00BF5C62"/>
    <w:rsid w:val="00C36451"/>
    <w:rsid w:val="00C90411"/>
    <w:rsid w:val="00CD780C"/>
    <w:rsid w:val="00D276F4"/>
    <w:rsid w:val="00D624BF"/>
    <w:rsid w:val="00E01997"/>
    <w:rsid w:val="00E276E6"/>
    <w:rsid w:val="00E539CF"/>
    <w:rsid w:val="00EB168C"/>
    <w:rsid w:val="00EC71D6"/>
    <w:rsid w:val="00F96995"/>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59FC"/>
  <w15:docId w15:val="{2CF0FC7A-9D90-FE47-B2D8-F7E008FC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4"/>
        <w:szCs w:val="24"/>
        <w:lang w:val="de-AT"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basedOn w:val="DefaultParagraphFont"/>
    <w:rPr>
      <w:rFonts w:ascii="Aptos Display" w:eastAsia="Times New Roman" w:hAnsi="Aptos Display" w:cs="Times New Roman"/>
      <w:color w:val="0F4761"/>
      <w:sz w:val="40"/>
      <w:szCs w:val="40"/>
    </w:rPr>
  </w:style>
  <w:style w:type="character" w:customStyle="1" w:styleId="berschrift2Zchn">
    <w:name w:val="Überschrift 2 Zchn"/>
    <w:basedOn w:val="DefaultParagraphFont"/>
    <w:rPr>
      <w:rFonts w:ascii="Aptos Display" w:eastAsia="Times New Roman" w:hAnsi="Aptos Display" w:cs="Times New Roman"/>
      <w:color w:val="0F4761"/>
      <w:sz w:val="32"/>
      <w:szCs w:val="32"/>
    </w:rPr>
  </w:style>
  <w:style w:type="character" w:customStyle="1" w:styleId="berschrift3Zchn">
    <w:name w:val="Überschrift 3 Zchn"/>
    <w:basedOn w:val="DefaultParagraphFont"/>
    <w:rPr>
      <w:rFonts w:eastAsia="Times New Roman" w:cs="Times New Roman"/>
      <w:color w:val="0F4761"/>
      <w:sz w:val="28"/>
      <w:szCs w:val="28"/>
    </w:rPr>
  </w:style>
  <w:style w:type="character" w:customStyle="1" w:styleId="berschrift4Zchn">
    <w:name w:val="Überschrift 4 Zchn"/>
    <w:basedOn w:val="DefaultParagraphFont"/>
    <w:rPr>
      <w:rFonts w:eastAsia="Times New Roman" w:cs="Times New Roman"/>
      <w:i/>
      <w:iCs/>
      <w:color w:val="0F4761"/>
    </w:rPr>
  </w:style>
  <w:style w:type="character" w:customStyle="1" w:styleId="berschrift5Zchn">
    <w:name w:val="Überschrift 5 Zchn"/>
    <w:basedOn w:val="DefaultParagraphFont"/>
    <w:rPr>
      <w:rFonts w:eastAsia="Times New Roman" w:cs="Times New Roman"/>
      <w:color w:val="0F4761"/>
    </w:rPr>
  </w:style>
  <w:style w:type="character" w:customStyle="1" w:styleId="berschrift6Zchn">
    <w:name w:val="Überschrift 6 Zchn"/>
    <w:basedOn w:val="DefaultParagraphFont"/>
    <w:rPr>
      <w:rFonts w:eastAsia="Times New Roman" w:cs="Times New Roman"/>
      <w:i/>
      <w:iCs/>
      <w:color w:val="595959"/>
    </w:rPr>
  </w:style>
  <w:style w:type="character" w:customStyle="1" w:styleId="berschrift7Zchn">
    <w:name w:val="Überschrift 7 Zchn"/>
    <w:basedOn w:val="DefaultParagraphFont"/>
    <w:rPr>
      <w:rFonts w:eastAsia="Times New Roman" w:cs="Times New Roman"/>
      <w:color w:val="595959"/>
    </w:rPr>
  </w:style>
  <w:style w:type="character" w:customStyle="1" w:styleId="berschrift8Zchn">
    <w:name w:val="Überschrift 8 Zchn"/>
    <w:basedOn w:val="DefaultParagraphFont"/>
    <w:rPr>
      <w:rFonts w:eastAsia="Times New Roman" w:cs="Times New Roman"/>
      <w:i/>
      <w:iCs/>
      <w:color w:val="272727"/>
    </w:rPr>
  </w:style>
  <w:style w:type="character" w:customStyle="1" w:styleId="berschrift9Zchn">
    <w:name w:val="Überschrift 9 Zchn"/>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UntertitelZchn">
    <w:name w:val="Untertitel Zchn"/>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ZitatZchn">
    <w:name w:val="Zitat Zchn"/>
    <w:basedOn w:val="DefaultParagraphFont"/>
    <w:rPr>
      <w:i/>
      <w:iCs/>
      <w:color w:val="40404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ivesZitatZchn">
    <w:name w:val="Intensives Zitat Zchn"/>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Header">
    <w:name w:val="header"/>
    <w:basedOn w:val="Normal"/>
    <w:pPr>
      <w:tabs>
        <w:tab w:val="center" w:pos="4536"/>
        <w:tab w:val="right" w:pos="9072"/>
      </w:tabs>
      <w:spacing w:after="0" w:line="240" w:lineRule="auto"/>
    </w:pPr>
  </w:style>
  <w:style w:type="character" w:customStyle="1" w:styleId="KopfzeileZchn">
    <w:name w:val="Kopfzeile Zchn"/>
    <w:basedOn w:val="DefaultParagraphFont"/>
  </w:style>
  <w:style w:type="paragraph" w:styleId="Footer">
    <w:name w:val="footer"/>
    <w:basedOn w:val="Normal"/>
    <w:pPr>
      <w:tabs>
        <w:tab w:val="center" w:pos="4536"/>
        <w:tab w:val="right" w:pos="9072"/>
      </w:tabs>
      <w:spacing w:after="0" w:line="240" w:lineRule="auto"/>
    </w:pPr>
  </w:style>
  <w:style w:type="character" w:customStyle="1" w:styleId="FuzeileZchn">
    <w:name w:val="Fußzeile Zchn"/>
    <w:basedOn w:val="DefaultParagraphFont"/>
  </w:style>
  <w:style w:type="character" w:styleId="Hyperlink">
    <w:name w:val="Hyperlink"/>
    <w:basedOn w:val="DefaultParagraphFont"/>
    <w:uiPriority w:val="99"/>
    <w:unhideWhenUsed/>
    <w:rsid w:val="00441999"/>
    <w:rPr>
      <w:color w:val="467886" w:themeColor="hyperlink"/>
      <w:u w:val="single"/>
    </w:rPr>
  </w:style>
  <w:style w:type="character" w:styleId="UnresolvedMention">
    <w:name w:val="Unresolved Mention"/>
    <w:basedOn w:val="DefaultParagraphFont"/>
    <w:uiPriority w:val="99"/>
    <w:semiHidden/>
    <w:unhideWhenUsed/>
    <w:rsid w:val="00441999"/>
    <w:rPr>
      <w:color w:val="605E5C"/>
      <w:shd w:val="clear" w:color="auto" w:fill="E1DFDD"/>
    </w:rPr>
  </w:style>
  <w:style w:type="paragraph" w:styleId="NormalWeb">
    <w:name w:val="Normal (Web)"/>
    <w:basedOn w:val="Normal"/>
    <w:uiPriority w:val="99"/>
    <w:unhideWhenUsed/>
    <w:rsid w:val="004D16C1"/>
    <w:pPr>
      <w:suppressAutoHyphens w:val="0"/>
      <w:autoSpaceDN/>
      <w:spacing w:before="100" w:beforeAutospacing="1" w:after="100" w:afterAutospacing="1" w:line="240" w:lineRule="auto"/>
    </w:pPr>
    <w:rPr>
      <w:rFonts w:ascii="Times New Roman" w:eastAsia="Times New Roman" w:hAnsi="Times New Roman"/>
      <w:kern w:val="0"/>
      <w:lang w:eastAsia="de-DE"/>
    </w:rPr>
  </w:style>
  <w:style w:type="paragraph" w:customStyle="1" w:styleId="Text">
    <w:name w:val="Text"/>
    <w:rsid w:val="000A02BB"/>
    <w:pPr>
      <w:pBdr>
        <w:top w:val="nil"/>
        <w:left w:val="nil"/>
        <w:bottom w:val="nil"/>
        <w:right w:val="nil"/>
        <w:between w:val="nil"/>
        <w:bar w:val="nil"/>
      </w:pBdr>
      <w:autoSpaceDN/>
      <w:spacing w:after="0" w:line="240" w:lineRule="auto"/>
    </w:pPr>
    <w:rPr>
      <w:rFonts w:ascii="Helvetica Neue" w:eastAsia="Arial Unicode MS" w:hAnsi="Helvetica Neue" w:cs="Arial Unicode MS"/>
      <w:color w:val="000000"/>
      <w:kern w:val="0"/>
      <w:sz w:val="22"/>
      <w:szCs w:val="22"/>
      <w:bdr w:val="nil"/>
      <w:lang w:val="de-DE" w:eastAsia="zh-CN"/>
      <w14:textOutline w14:w="0" w14:cap="flat" w14:cmpd="sng" w14:algn="ctr">
        <w14:noFill/>
        <w14:prstDash w14:val="solid"/>
        <w14:bevel/>
      </w14:textOutline>
    </w:rPr>
  </w:style>
  <w:style w:type="character" w:customStyle="1" w:styleId="Ohne">
    <w:name w:val="Ohne"/>
    <w:rsid w:val="000A02BB"/>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oalm/Library/Containers/com.apple.mail/Data/Library/Mail%20Downloads/FF939450-4A4D-4F55-8144-449E725C8C23/NEOS_NRW24_Kampagne_Digit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NEOS_NRW24_Kampagne_Digital.dotx</Template>
  <TotalTime>13</TotalTime>
  <Pages>5</Pages>
  <Words>885</Words>
  <Characters>5045</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 Alm</dc:creator>
  <dc:description/>
  <cp:lastModifiedBy>Niko Alm</cp:lastModifiedBy>
  <cp:revision>8</cp:revision>
  <cp:lastPrinted>2024-09-03T09:48:00Z</cp:lastPrinted>
  <dcterms:created xsi:type="dcterms:W3CDTF">2024-09-03T08:52:00Z</dcterms:created>
  <dcterms:modified xsi:type="dcterms:W3CDTF">2024-09-03T09:57:00Z</dcterms:modified>
</cp:coreProperties>
</file>